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081405">
      <w:pPr>
        <w:pStyle w:val="Titul1"/>
        <w:jc w:val="both"/>
      </w:pPr>
      <w:r>
        <w:t>SMLOUVA O DÍLO NA ZHOTOVENÍ STAVBY</w:t>
      </w:r>
      <w:r w:rsidR="00485CE8">
        <w:t xml:space="preserve"> </w:t>
      </w:r>
    </w:p>
    <w:p w14:paraId="7D32551D" w14:textId="326FB1BA" w:rsidR="00F422D3" w:rsidRDefault="00F422D3" w:rsidP="00081405">
      <w:pPr>
        <w:pStyle w:val="Titul2"/>
        <w:jc w:val="both"/>
      </w:pPr>
      <w:r>
        <w:t>Název zakázky: „</w:t>
      </w:r>
      <w:r w:rsidR="006E6212" w:rsidRPr="005A35A4">
        <w:t>Malé Svatoňovice, Slatiňany, Třebovice, Václavice – demolice (strážní domky, provozní objekty)</w:t>
      </w:r>
      <w:r>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w:t>
      </w:r>
      <w:proofErr w:type="gramStart"/>
      <w:r>
        <w:t>spojení</w:t>
      </w:r>
      <w:proofErr w:type="gramEnd"/>
      <w:r>
        <w:t xml:space="preserve">: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1836846C" w:rsidR="00D77605" w:rsidRDefault="002E052B" w:rsidP="00081405">
      <w:pPr>
        <w:pStyle w:val="Textbezodsazen"/>
        <w:tabs>
          <w:tab w:val="left" w:pos="1843"/>
        </w:tabs>
        <w:spacing w:after="0"/>
      </w:pPr>
      <w:r>
        <w:t>ev. č. registru VZ:</w:t>
      </w:r>
      <w:r>
        <w:tab/>
      </w:r>
      <w:r w:rsidR="00BF714C">
        <w:t>64022035</w:t>
      </w:r>
    </w:p>
    <w:p w14:paraId="0D23E802" w14:textId="2A30CF29"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w:t>
      </w:r>
      <w:proofErr w:type="gramStart"/>
      <w:r w:rsidRPr="00B42F40">
        <w:t>spojení</w:t>
      </w:r>
      <w:proofErr w:type="gramEnd"/>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081405">
      <w:pPr>
        <w:pStyle w:val="Nadpis1-1"/>
        <w:jc w:val="both"/>
      </w:pPr>
      <w:r w:rsidRPr="00F24489">
        <w:t>ÚČEL SMLOUVY</w:t>
      </w:r>
    </w:p>
    <w:p w14:paraId="7C3F4628" w14:textId="6A5FC9FB" w:rsidR="00F24489" w:rsidRDefault="00F24489" w:rsidP="00081405">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322059">
        <w:t>64022035</w:t>
      </w:r>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322059">
        <w:t>Malé </w:t>
      </w:r>
      <w:r w:rsidR="006E6212" w:rsidRPr="005A35A4">
        <w:t>Svatoňovice, Slatiňany, Třebovice, Václavice – demolice (strážní domky, provozní objekty)</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00322059">
        <w:t xml:space="preserve"> řízení byla pro </w:t>
      </w:r>
      <w:r w:rsidRPr="00F97DBD">
        <w:t>plnění Veřejné zakázky vybrána jako nejvhodnější nabídka Zhotovitele</w:t>
      </w:r>
      <w:r>
        <w:t>.</w:t>
      </w:r>
      <w:r w:rsidRPr="00F97DBD">
        <w:t xml:space="preserve"> </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w:t>
      </w:r>
      <w:bookmarkStart w:id="3" w:name="_GoBack"/>
      <w:bookmarkEnd w:id="3"/>
      <w:r w:rsidRPr="00F97DBD">
        <w:t>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lastRenderedPageBreak/>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031CEF12" w14:textId="26D8A689" w:rsidR="00F24489" w:rsidRDefault="00DF4B6D" w:rsidP="00081405">
      <w:pPr>
        <w:pStyle w:val="Textbezslovn"/>
      </w:pPr>
      <w:r w:rsidRPr="006E6212">
        <w:t>Rekapitulace Ceny Díla dle objektů stavebních částí (SO) a objektů provozních částí (PS) je uvedena v</w:t>
      </w:r>
      <w:r w:rsidR="00F87C8D" w:rsidRPr="006E6212">
        <w:t> </w:t>
      </w:r>
      <w:hyperlink w:anchor="ListAnnex04" w:history="1">
        <w:r w:rsidRPr="006E6212">
          <w:rPr>
            <w:rStyle w:val="Hypertextovodkaz"/>
            <w:rFonts w:cs="Calibri"/>
            <w:color w:val="auto"/>
          </w:rPr>
          <w:t>Příloze č. 4</w:t>
        </w:r>
      </w:hyperlink>
      <w:r w:rsidRPr="006E6212">
        <w:t xml:space="preserve"> této Smlouvy.</w:t>
      </w:r>
    </w:p>
    <w:p w14:paraId="5F7F2D80" w14:textId="7925E3D4" w:rsidR="00F24489" w:rsidRPr="00C9127D" w:rsidRDefault="00F24489" w:rsidP="00081405">
      <w:pPr>
        <w:pStyle w:val="Text1-1"/>
      </w:pPr>
      <w:r w:rsidRPr="00F97DBD">
        <w:t>Smluvní strany se dohodly, že Zhotovitel na sebe přebí</w:t>
      </w:r>
      <w:r w:rsidR="00805BFF">
        <w:t>rá nebezpečí změny okolností ve </w:t>
      </w:r>
      <w:r w:rsidRPr="00F97DBD">
        <w:t xml:space="preserve">smyslu </w:t>
      </w:r>
      <w:proofErr w:type="spellStart"/>
      <w:r w:rsidRPr="00F97DBD">
        <w:t>ust</w:t>
      </w:r>
      <w:proofErr w:type="spellEnd"/>
      <w:r w:rsidRPr="00F97DBD">
        <w:t>. § 1765 odst. 2 a § 2620 odst. 2 občanského zákoníku. Tzn., že</w:t>
      </w:r>
      <w:r w:rsidR="00EF33B0">
        <w:t> </w:t>
      </w:r>
      <w:r w:rsidRPr="00F97DBD">
        <w:t>Zhotoviteli nevznikne vůči Objednateli při změně okolností práv</w:t>
      </w:r>
      <w:r w:rsidR="00805BFF">
        <w:t xml:space="preserve">o domáhat se obnovení jednání </w:t>
      </w:r>
      <w:r w:rsidR="00805BFF" w:rsidRPr="00C9127D">
        <w:t>o </w:t>
      </w:r>
      <w:r w:rsidRPr="00C9127D">
        <w:t>Smlouvě ani zvýšení Ceny za Dílo ani zrušení Smlouvy.</w:t>
      </w:r>
    </w:p>
    <w:p w14:paraId="3DA22B70" w14:textId="69FF840D" w:rsidR="00EB6D25" w:rsidRPr="00F97DBD" w:rsidRDefault="00C9127D" w:rsidP="00C9127D">
      <w:pPr>
        <w:pStyle w:val="Text1-1"/>
        <w:numPr>
          <w:ilvl w:val="1"/>
          <w:numId w:val="6"/>
        </w:numPr>
      </w:pPr>
      <w:r w:rsidRPr="00C9127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9127D">
        <w:rPr>
          <w:rStyle w:val="OdstavecsmlouvyChar"/>
          <w:rFonts w:eastAsiaTheme="minorHAnsi"/>
        </w:rPr>
        <w:t xml:space="preserve"> </w:t>
      </w:r>
      <w:r w:rsidRPr="00C9127D">
        <w:t xml:space="preserve">režim přenesení daňové povinnosti dle </w:t>
      </w:r>
      <w:proofErr w:type="spellStart"/>
      <w:r w:rsidRPr="00C9127D">
        <w:t>ust</w:t>
      </w:r>
      <w:proofErr w:type="spellEnd"/>
      <w:r w:rsidRPr="00C9127D">
        <w:t xml:space="preserve">. § 92a, zákona č. 235/2004 Sb., o dani z přidané hodnoty, ve znění pozdějších předpisů (dále jen „zákona o DPH“), osobou povinnou k dani dle </w:t>
      </w:r>
      <w:proofErr w:type="spellStart"/>
      <w:r w:rsidRPr="00C9127D">
        <w:t>ust</w:t>
      </w:r>
      <w:proofErr w:type="spellEnd"/>
      <w:r w:rsidRPr="00C9127D">
        <w:t xml:space="preserve">. § 5 odst. 1 zákona o DPH, neboť přijatá plnění použije pro svou ekonomickou činnost, a je tedy osobou povinnou přiznat a zaplatit DPH dle </w:t>
      </w:r>
      <w:proofErr w:type="spellStart"/>
      <w:r w:rsidRPr="00C9127D">
        <w:t>ust</w:t>
      </w:r>
      <w:proofErr w:type="spellEnd"/>
      <w:r w:rsidRPr="00C9127D">
        <w:t>. § 92a odst. 1 zákona o DPH.</w:t>
      </w:r>
    </w:p>
    <w:p w14:paraId="2BDFF72C" w14:textId="77777777" w:rsidR="00F24489" w:rsidRPr="00F97DBD" w:rsidRDefault="00F24489" w:rsidP="00081405">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081405">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BD62631" w14:textId="424BF528" w:rsidR="00F24489" w:rsidRPr="00F24489" w:rsidRDefault="00F24489" w:rsidP="00081405">
      <w:pPr>
        <w:pStyle w:val="Textbezslovn"/>
        <w:rPr>
          <w:b/>
        </w:rPr>
      </w:pPr>
      <w:r w:rsidRPr="00F24489">
        <w:rPr>
          <w:b/>
        </w:rPr>
        <w:t xml:space="preserve">Celková lhůta pro dokončení Díla činí </w:t>
      </w:r>
      <w:r w:rsidRPr="006E6212">
        <w:rPr>
          <w:b/>
        </w:rPr>
        <w:t xml:space="preserve">celkem </w:t>
      </w:r>
      <w:r w:rsidR="006E6212" w:rsidRPr="006E6212">
        <w:rPr>
          <w:b/>
        </w:rPr>
        <w:t xml:space="preserve">5 </w:t>
      </w:r>
      <w:r w:rsidRPr="006E6212">
        <w:rPr>
          <w:b/>
        </w:rPr>
        <w:t>měsíců</w:t>
      </w:r>
      <w:r w:rsidRPr="00F24489">
        <w:rPr>
          <w:b/>
        </w:rPr>
        <w:t xml:space="preserve"> ode Dne zahájení stavebních prací (dokladem prokazujícím, že Zh</w:t>
      </w:r>
      <w:r w:rsidR="00805BFF">
        <w:rPr>
          <w:b/>
        </w:rPr>
        <w:t>otovitel dokončil celé Dílo, je </w:t>
      </w:r>
      <w:r w:rsidRPr="00F24489">
        <w:rPr>
          <w:b/>
        </w:rPr>
        <w:t>Předávací protokol dle odst. 10.4 Obchodních podmínek).</w:t>
      </w:r>
    </w:p>
    <w:p w14:paraId="3183DE99" w14:textId="13E444E5" w:rsidR="00F24489" w:rsidRDefault="00F24489" w:rsidP="00081405">
      <w:pPr>
        <w:pStyle w:val="Textbezslovn"/>
      </w:pPr>
      <w:r w:rsidRPr="00F97DBD">
        <w:t>Lhůta pro dokonče</w:t>
      </w:r>
      <w:r w:rsidR="006E6212">
        <w:t xml:space="preserve">ní stavebních prací činí </w:t>
      </w:r>
      <w:r w:rsidR="006E6212" w:rsidRPr="006E6212">
        <w:t xml:space="preserve">celkem </w:t>
      </w:r>
      <w:r w:rsidR="006E6212" w:rsidRPr="006E6212">
        <w:rPr>
          <w:b/>
        </w:rPr>
        <w:t>4 m</w:t>
      </w:r>
      <w:r w:rsidRPr="006E6212">
        <w:rPr>
          <w:b/>
        </w:rPr>
        <w:t>ěsíc</w:t>
      </w:r>
      <w:r w:rsidR="006E6212" w:rsidRPr="006E6212">
        <w:rPr>
          <w:b/>
        </w:rPr>
        <w:t>e</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5FE1D6CF" w14:textId="77777777" w:rsidR="00EB6D25" w:rsidRPr="00F97DBD" w:rsidRDefault="00EB6D25" w:rsidP="00EB6D25">
      <w:pPr>
        <w:pStyle w:val="Text1-1"/>
        <w:numPr>
          <w:ilvl w:val="1"/>
          <w:numId w:val="6"/>
        </w:numPr>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081405">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0C44A40" w14:textId="772C2AEF" w:rsidR="00F24489" w:rsidRDefault="00F24489" w:rsidP="006E6212">
      <w:pPr>
        <w:pStyle w:val="Text1-1"/>
      </w:pPr>
      <w:r w:rsidRPr="00F97DBD">
        <w:t xml:space="preserve">Místo plnění je dáno místem, v němž má být Dílo dle </w:t>
      </w:r>
      <w:r w:rsidR="00EB6D25">
        <w:t>Dokumentace pro povolení k odstranění stavby a příslušných veřejnoprávních povolení umístěno.</w:t>
      </w:r>
    </w:p>
    <w:p w14:paraId="75613D22" w14:textId="0C893F4F" w:rsidR="00F24489" w:rsidRPr="009E204E" w:rsidRDefault="006E6212" w:rsidP="00081405">
      <w:pPr>
        <w:pStyle w:val="Text1-1"/>
      </w:pPr>
      <w:r>
        <w:t>Neobsazeno</w:t>
      </w:r>
    </w:p>
    <w:p w14:paraId="2E7330EC" w14:textId="77777777" w:rsidR="00F24489" w:rsidRDefault="00214C3E" w:rsidP="00081405">
      <w:pPr>
        <w:pStyle w:val="Nadpis1-1"/>
        <w:jc w:val="both"/>
      </w:pPr>
      <w:r w:rsidRPr="00214C3E">
        <w:lastRenderedPageBreak/>
        <w:t>ZÁRUKY, DALŠÍ USTANOVENÍ A ODLIŠNÁ USTANOVENÍ OD OBCHODNÍCH PODMÍNEK</w:t>
      </w:r>
    </w:p>
    <w:p w14:paraId="1428930C" w14:textId="77777777" w:rsidR="00214C3E" w:rsidRPr="00BA17AE" w:rsidRDefault="00214C3E" w:rsidP="00081405">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14:paraId="785E81FC" w14:textId="53830357" w:rsidR="00214C3E" w:rsidRPr="006E6212" w:rsidRDefault="00214C3E" w:rsidP="006E6212">
      <w:pPr>
        <w:pStyle w:val="Text1-1"/>
      </w:pPr>
      <w:r w:rsidRPr="006E6212">
        <w:t>Při realizaci Díla nejsou plánovány výluky. Pokud z důvodů na straně Zhotovitele bude nutné výluku realizovat, dohodly se Smluvní strany, že na takovouto výluku se uplatní ustanovení  odst. 3.15 a v odst. 3.17 Obchodních podmínek.</w:t>
      </w:r>
    </w:p>
    <w:p w14:paraId="33AC1E95" w14:textId="6EC579A4" w:rsidR="00214C3E" w:rsidRPr="006E6212" w:rsidRDefault="00214C3E" w:rsidP="006E6212">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w:t>
      </w:r>
      <w:r w:rsidR="00EF33B0">
        <w:t> </w:t>
      </w:r>
      <w:r w:rsidR="00805BFF">
        <w:t>to</w:t>
      </w:r>
      <w:r w:rsidR="00EF33B0">
        <w:t> </w:t>
      </w:r>
      <w:r w:rsidR="00805BFF">
        <w:t>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w:t>
      </w:r>
      <w:r w:rsidR="00EF33B0">
        <w:t> </w:t>
      </w:r>
      <w:r>
        <w:t>ověřených kopií dokladů.</w:t>
      </w:r>
    </w:p>
    <w:p w14:paraId="436B59D4" w14:textId="77777777" w:rsidR="00214C3E" w:rsidRDefault="00214C3E" w:rsidP="00081405">
      <w:pPr>
        <w:pStyle w:val="Text1-1"/>
      </w:pPr>
      <w:r>
        <w:t>Bod 7.5.2 Obchodních podmínek se mění takto:</w:t>
      </w:r>
    </w:p>
    <w:p w14:paraId="0861F9DA" w14:textId="23D5D692" w:rsidR="00214C3E" w:rsidRDefault="00214C3E" w:rsidP="00081405">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 xml:space="preserve">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w:t>
      </w:r>
      <w:r>
        <w:lastRenderedPageBreak/>
        <w:t>splňuje kvalifikaci nejméně v rozsahu, v jakém byla prokázána v</w:t>
      </w:r>
      <w:r w:rsidR="00EF33B0">
        <w:t> </w:t>
      </w:r>
      <w:r>
        <w:t>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V</w:t>
      </w:r>
      <w:r w:rsidR="00EF33B0">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081405">
      <w:pPr>
        <w:pStyle w:val="Text1-1"/>
      </w:pPr>
      <w:r>
        <w:t>V bodě 7.5.3 Obchodních podmínek se lhůta upravuje na pět (5) dní.</w:t>
      </w:r>
    </w:p>
    <w:p w14:paraId="4FF42719" w14:textId="40139362" w:rsidR="00214C3E" w:rsidRPr="006E6212" w:rsidRDefault="00214C3E" w:rsidP="006E6212">
      <w:pPr>
        <w:pStyle w:val="Text1-1"/>
      </w:pPr>
      <w:r w:rsidRPr="006E6212">
        <w:t>Ustanovení bodu 9.2 až 9.5 a bodu 9.7. Obchodních podmínek, stejně jako související ustanovení týkající se přejímacích zkoušek, se nepoužijí.</w:t>
      </w:r>
    </w:p>
    <w:p w14:paraId="648CCF02" w14:textId="77777777" w:rsidR="00214C3E" w:rsidRDefault="00214C3E" w:rsidP="00081405">
      <w:pPr>
        <w:pStyle w:val="Text1-1"/>
      </w:pPr>
      <w:r>
        <w:t>V bodě 11.3 Obchodních podmínek se lhůta upravuje na tři (3) dny.</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do datové schránky s identifikátorem </w:t>
      </w:r>
      <w:proofErr w:type="spellStart"/>
      <w:r w:rsidRPr="00FB6115">
        <w:rPr>
          <w:rFonts w:ascii="Verdana" w:hAnsi="Verdana" w:cstheme="minorHAnsi"/>
        </w:rPr>
        <w:t>Uccchjm</w:t>
      </w:r>
      <w:proofErr w:type="spellEnd"/>
      <w:r w:rsidRPr="00FB6115">
        <w:rPr>
          <w:rFonts w:ascii="Verdana" w:hAnsi="Verdana" w:cstheme="minorHAnsi"/>
        </w:rPr>
        <w:t>,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w:t>
      </w:r>
      <w:proofErr w:type="spellStart"/>
      <w:r w:rsidRPr="00FB6115">
        <w:rPr>
          <w:rFonts w:ascii="Verdana" w:hAnsi="Verdana" w:cstheme="minorHAnsi"/>
        </w:rPr>
        <w:t>Pernera</w:t>
      </w:r>
      <w:proofErr w:type="spellEnd"/>
      <w:r w:rsidRPr="00FB6115">
        <w:rPr>
          <w:rFonts w:ascii="Verdana" w:hAnsi="Verdana" w:cstheme="minorHAnsi"/>
        </w:rPr>
        <w:t xml:space="preserve">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73296DE9" w:rsidR="000E4714" w:rsidRPr="00FB6115" w:rsidRDefault="000E4714" w:rsidP="00081405">
      <w:pPr>
        <w:pStyle w:val="Text1-1"/>
      </w:pPr>
      <w:r w:rsidRPr="000E4714">
        <w:t>V bodech 14.8 a 15.3 Obchodních podmínek se text „dle odst. 5.6 Smlouvy“ nahrazuje textem „dle odst. 7.8 Smlouvy“.</w:t>
      </w:r>
    </w:p>
    <w:p w14:paraId="6C2EEEA9" w14:textId="77777777" w:rsidR="00214C3E" w:rsidRDefault="00214C3E" w:rsidP="00081405">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lastRenderedPageBreak/>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29D2F12B" w:rsidR="00FB6115" w:rsidRDefault="00FB6115" w:rsidP="00081405">
      <w:pPr>
        <w:pStyle w:val="Text1-1"/>
      </w:pPr>
      <w:r w:rsidRPr="00FB6115">
        <w:t>V bodě 20.21 Obchodních podmínek se text „dle odst. 5.6 Smlouvy“ nahrazuje textem „dle odst. 7.</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0DD09292" w:rsidR="00073B97" w:rsidRDefault="00073B97" w:rsidP="00081405">
      <w:pPr>
        <w:pStyle w:val="Text1-1"/>
      </w:pPr>
      <w:r w:rsidRPr="00073B97">
        <w:t xml:space="preserve">V bodě </w:t>
      </w:r>
      <w:proofErr w:type="gramStart"/>
      <w:r w:rsidRPr="00073B97">
        <w:t>21.1.13</w:t>
      </w:r>
      <w:proofErr w:type="gramEnd"/>
      <w:r w:rsidRPr="00073B97">
        <w:t xml:space="preserve"> Obchodních podmínek se text „dle odst. 5.6 Smlouvy“ nahrazuje textem „dle odst. 7.</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081405">
      <w:pPr>
        <w:spacing w:after="120"/>
        <w:ind w:left="737"/>
        <w:jc w:val="both"/>
      </w:pPr>
      <w:r w:rsidRPr="00AE34C1">
        <w:t xml:space="preserve">Součet hodnot dle výše uvedeného </w:t>
      </w:r>
      <w:proofErr w:type="spellStart"/>
      <w:r w:rsidRPr="00AE34C1">
        <w:t>písm.a</w:t>
      </w:r>
      <w:proofErr w:type="spellEnd"/>
      <w:r w:rsidRPr="00AE34C1">
        <w:t xml:space="preserve">) a </w:t>
      </w:r>
      <w:proofErr w:type="spellStart"/>
      <w:proofErr w:type="gramStart"/>
      <w:r w:rsidRPr="00AE34C1">
        <w:t>písm.b</w:t>
      </w:r>
      <w:proofErr w:type="spellEnd"/>
      <w:r w:rsidRPr="00AE34C1">
        <w:t>) se</w:t>
      </w:r>
      <w:proofErr w:type="gramEnd"/>
      <w:r w:rsidRPr="00AE34C1">
        <w:t xml:space="preserv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3ED67B71"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 xml:space="preserve">souladu s platnou právní úpravou nezbytné pro uzavření smluv uvedených v Příloze </w:t>
      </w:r>
      <w:r>
        <w:lastRenderedPageBreak/>
        <w:t>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3CE8BD21"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t>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081405">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1B594191" w:rsidR="00530F7A" w:rsidRDefault="00530F7A" w:rsidP="00081405">
      <w:pPr>
        <w:pStyle w:val="Text1-1"/>
        <w:rPr>
          <w:rStyle w:val="Tun"/>
          <w:b w:val="0"/>
        </w:rPr>
      </w:pPr>
      <w:r>
        <w:lastRenderedPageBreak/>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Pr>
          <w:rStyle w:val="Tun"/>
        </w:rPr>
        <w:t xml:space="preserve"> </w:t>
      </w:r>
      <w:r w:rsidRPr="001008E2">
        <w:rPr>
          <w:rStyle w:val="Tun"/>
          <w:b w:val="0"/>
        </w:rPr>
        <w:t>znevýhodněných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proofErr w:type="gramStart"/>
      <w:r w:rsidR="001623B8" w:rsidRPr="001623B8">
        <w:rPr>
          <w:bCs/>
        </w:rPr>
        <w:t>Pro</w:t>
      </w:r>
      <w:proofErr w:type="gramEnd"/>
      <w:r w:rsidR="001623B8" w:rsidRPr="001623B8">
        <w:rPr>
          <w:bCs/>
        </w:rPr>
        <w:t xml:space="preserve"> výpočet fondu pracovních úkolů se nezohledňují pracovní dny v kalendářním měsíci, po </w:t>
      </w:r>
      <w:proofErr w:type="gramStart"/>
      <w:r w:rsidR="001623B8" w:rsidRPr="001623B8">
        <w:rPr>
          <w:bCs/>
        </w:rPr>
        <w:t>které:</w:t>
      </w:r>
      <w:proofErr w:type="gramEnd"/>
    </w:p>
    <w:p w14:paraId="4872BDC1" w14:textId="77777777" w:rsidR="001623B8" w:rsidRPr="001623B8" w:rsidRDefault="001623B8" w:rsidP="00081405">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w:t>
      </w:r>
      <w:r>
        <w:rPr>
          <w:rStyle w:val="Tun"/>
          <w:b w:val="0"/>
        </w:rPr>
        <w:lastRenderedPageBreak/>
        <w:t>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CC9393C"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7CF5B9D" w14:textId="77777777" w:rsidR="00595AAC" w:rsidRDefault="00595AAC" w:rsidP="00595AAC">
      <w:pPr>
        <w:pStyle w:val="Nadpis1-1"/>
        <w:rPr>
          <w:lang w:eastAsia="cs-CZ"/>
        </w:rPr>
      </w:pPr>
      <w:r>
        <w:rPr>
          <w:lang w:eastAsia="cs-CZ"/>
        </w:rPr>
        <w:t>Střet zájmů, povinnosti Zhotovitele v souvislosti s konfliktem na Ukrajině</w:t>
      </w:r>
    </w:p>
    <w:p w14:paraId="35EA583C" w14:textId="77777777" w:rsidR="00595AAC" w:rsidRPr="0029677D" w:rsidRDefault="00595AAC" w:rsidP="00595AAC">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A47D507" w14:textId="77777777" w:rsidR="00595AAC" w:rsidRPr="0029677D" w:rsidRDefault="00595AAC" w:rsidP="00595AAC">
      <w:pPr>
        <w:pStyle w:val="Text1-1"/>
      </w:pPr>
      <w:r w:rsidRPr="0029677D">
        <w:t>Zhotovitel prohlašuje, že on, ani žádný z jeho poddodavatelů nebo jiných osob, jejichž způsobilost byla využita ve smyslu evropských směrnic o zadávání veřejných zakázek, nejsou osobami:</w:t>
      </w:r>
    </w:p>
    <w:p w14:paraId="30C46894" w14:textId="77777777" w:rsidR="00595AAC" w:rsidRPr="0029677D" w:rsidRDefault="00595AAC" w:rsidP="00595AAC">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9ECB321" w14:textId="77777777" w:rsidR="00595AAC" w:rsidRPr="0029677D" w:rsidRDefault="00595AAC" w:rsidP="00595AAC">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8A0F021" w14:textId="77777777" w:rsidR="00595AAC" w:rsidRPr="0029677D" w:rsidRDefault="00595AAC" w:rsidP="00595AA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128CE46" w14:textId="77777777" w:rsidR="00595AAC" w:rsidRPr="0029677D" w:rsidRDefault="00595AAC" w:rsidP="00595AA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57E1452" w14:textId="77777777" w:rsidR="00595AAC" w:rsidRPr="0029677D" w:rsidRDefault="00595AAC" w:rsidP="00595AA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0DE4CCE" w14:textId="77777777" w:rsidR="00595AAC" w:rsidRPr="0029677D" w:rsidRDefault="00595AAC" w:rsidP="00595AAC">
      <w:pPr>
        <w:pStyle w:val="Text1-1"/>
      </w:pPr>
      <w:r w:rsidRPr="0029677D">
        <w:t xml:space="preserve">Zhotovitel se dále ve smyslu článku 2 nařízení Rady (EU) č. 269/2014 ze dne 17. března 2014, o omezujících opatřeních vzhledem k činnostem narušujícím nebo ohrožujícím </w:t>
      </w:r>
      <w:r w:rsidRPr="0029677D">
        <w:lastRenderedPageBreak/>
        <w:t>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354B76" w14:textId="77777777" w:rsidR="00595AAC" w:rsidRPr="0029677D" w:rsidRDefault="00595AAC" w:rsidP="00595AA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081405">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04B8C9CC" w:rsidR="00214C3E" w:rsidRPr="00F97DBD" w:rsidRDefault="00214C3E" w:rsidP="00081405">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 xml:space="preserve">ustanoveními zákona dle </w:t>
      </w:r>
      <w:proofErr w:type="spellStart"/>
      <w:r w:rsidRPr="008706B7">
        <w:t>ust</w:t>
      </w:r>
      <w:proofErr w:type="spellEnd"/>
      <w:r w:rsidRPr="008706B7">
        <w:t>. § 558 odst. 2 občanského zákoníku.</w:t>
      </w:r>
    </w:p>
    <w:p w14:paraId="2C6B8B68" w14:textId="0E4EE85C" w:rsidR="00214C3E" w:rsidRPr="00F97DBD" w:rsidRDefault="00214C3E" w:rsidP="00081405">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w:t>
      </w:r>
      <w:r w:rsidR="00EF33B0">
        <w:t> </w:t>
      </w:r>
      <w:r w:rsidRPr="00073B97">
        <w:t>stran není oprávněna převést jakákoliv práva či povinnosti nebo jejich část na třetí osobu bez předchozího písemného souhlasu druhé smluvní strany, není-li jinde ve</w:t>
      </w:r>
      <w:r w:rsidR="00EF33B0">
        <w:t> </w:t>
      </w:r>
      <w:r w:rsidRPr="00073B97">
        <w:t>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w:t>
      </w:r>
      <w:r w:rsidRPr="00F97DBD">
        <w:lastRenderedPageBreak/>
        <w:t>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60BE06F" w14:textId="59C076E8" w:rsidR="00595AAC" w:rsidRDefault="00C7481D" w:rsidP="00081405">
      <w:pPr>
        <w:pStyle w:val="Text1-1"/>
      </w:pPr>
      <w:r w:rsidRPr="00516813">
        <w:t>Jestliže smluvní strana označí za své obchodní tajemství část obsahu smlouvy, která v</w:t>
      </w:r>
      <w:r w:rsidR="00EF33B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EF33B0">
        <w:t> </w:t>
      </w:r>
      <w:r w:rsidRPr="00516813">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79E8869" w14:textId="77777777" w:rsidR="00595AAC" w:rsidRDefault="00595AAC">
      <w:r>
        <w:br w:type="page"/>
      </w:r>
    </w:p>
    <w:p w14:paraId="7BFDFC2E" w14:textId="77777777" w:rsidR="00C7481D" w:rsidRPr="00516813" w:rsidRDefault="00C7481D" w:rsidP="00595AAC">
      <w:pPr>
        <w:pStyle w:val="Text1-1"/>
        <w:numPr>
          <w:ilvl w:val="0"/>
          <w:numId w:val="0"/>
        </w:numPr>
      </w:pPr>
    </w:p>
    <w:p w14:paraId="62C705E8" w14:textId="77777777" w:rsidR="00214C3E" w:rsidRPr="00516813" w:rsidRDefault="00214C3E" w:rsidP="00081405">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081405">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7F22584D" w:rsidR="00214C3E" w:rsidRPr="00F97DBD" w:rsidRDefault="00214C3E" w:rsidP="00E65D90">
            <w:pPr>
              <w:pStyle w:val="Textbezslovn"/>
              <w:jc w:val="left"/>
            </w:pPr>
            <w:r w:rsidRPr="00F97DBD">
              <w:t xml:space="preserve">c) Zvláštní technické podmínky </w:t>
            </w:r>
            <w:r w:rsidR="00E65D90">
              <w:t>ze dne 13. 6. 2022</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1"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322059"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09985951" w14:textId="7A4ED073"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081405">
            <w:pPr>
              <w:pStyle w:val="Textbezodsazen"/>
            </w:pPr>
          </w:p>
        </w:tc>
        <w:tc>
          <w:tcPr>
            <w:tcW w:w="1985" w:type="dxa"/>
            <w:shd w:val="clear" w:color="auto" w:fill="auto"/>
          </w:tcPr>
          <w:p w14:paraId="42DDC178"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CB3E364" w14:textId="77777777" w:rsidR="00FC033A" w:rsidRDefault="00FC033A" w:rsidP="00081405">
      <w:pPr>
        <w:pStyle w:val="Textbezodsazen"/>
      </w:pPr>
    </w:p>
    <w:p w14:paraId="60B86E85" w14:textId="77777777" w:rsidR="009678B5" w:rsidRPr="002507FA" w:rsidRDefault="009678B5" w:rsidP="00081405">
      <w:pPr>
        <w:suppressAutoHyphens/>
        <w:spacing w:before="120"/>
        <w:jc w:val="both"/>
        <w:rPr>
          <w:rFonts w:ascii="Verdana" w:hAnsi="Verdana" w:cstheme="minorHAnsi"/>
        </w:rPr>
      </w:pPr>
      <w:r w:rsidRPr="00650D83">
        <w:rPr>
          <w:rFonts w:ascii="Verdana" w:hAnsi="Verdana" w:cstheme="minorHAnsi"/>
          <w:highlight w:val="yellow"/>
        </w:rPr>
        <w:t>Tato Smlouva byla uveřejněna prostřednictvím registru smluv dne …………………</w:t>
      </w:r>
      <w:r w:rsidRPr="002507FA">
        <w:rPr>
          <w:rFonts w:ascii="Verdana" w:hAnsi="Verdana" w:cstheme="minorHAnsi"/>
        </w:rPr>
        <w:br w:type="page"/>
      </w:r>
    </w:p>
    <w:p w14:paraId="1E74C414" w14:textId="77777777" w:rsidR="009678B5" w:rsidRDefault="009678B5" w:rsidP="00081405">
      <w:pPr>
        <w:pStyle w:val="Textbezodsazen"/>
        <w:sectPr w:rsidR="009678B5"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lastRenderedPageBreak/>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081405">
      <w:pPr>
        <w:pStyle w:val="Nadpisbezsl1-1"/>
        <w:jc w:val="both"/>
      </w:pPr>
      <w:r w:rsidRPr="00F97DBD">
        <w:lastRenderedPageBreak/>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w:t>
      </w:r>
      <w:proofErr w:type="spellStart"/>
      <w:r>
        <w:t>ust</w:t>
      </w:r>
      <w:proofErr w:type="spellEnd"/>
      <w:r>
        <w:t xml:space="preserve">.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 xml:space="preserve">Smluvní strany podpisem této Smlouvy stvrzují, že jsou s obsahem Všeobecných technických podmínek plně seznámeny, a že v souladu s </w:t>
      </w:r>
      <w:proofErr w:type="spellStart"/>
      <w:r w:rsidRPr="006921B1">
        <w:t>ust</w:t>
      </w:r>
      <w:proofErr w:type="spellEnd"/>
      <w:r w:rsidRPr="006921B1">
        <w:t>. § 1751 občanského zákoníku Všeobecné technické podmínky tvoří část obsahu Smlouvy.</w:t>
      </w:r>
    </w:p>
    <w:p w14:paraId="0D227D88" w14:textId="2000D394" w:rsidR="00940F66" w:rsidRPr="00E65D90" w:rsidRDefault="00940F66" w:rsidP="00E65D90">
      <w:pPr>
        <w:pStyle w:val="Odstavec1-1a"/>
        <w:numPr>
          <w:ilvl w:val="0"/>
          <w:numId w:val="16"/>
        </w:numPr>
        <w:rPr>
          <w:b/>
        </w:rPr>
      </w:pPr>
      <w:r>
        <w:rPr>
          <w:b/>
        </w:rPr>
        <w:t>Zvláštní technické podmínky ze dne</w:t>
      </w:r>
      <w:r w:rsidR="00236CEB">
        <w:rPr>
          <w:b/>
        </w:rPr>
        <w:t xml:space="preserve"> </w:t>
      </w:r>
      <w:r w:rsidR="00E65D90">
        <w:rPr>
          <w:b/>
        </w:rPr>
        <w:t>13. 6. 2022</w:t>
      </w:r>
    </w:p>
    <w:p w14:paraId="7F3675DC" w14:textId="77777777" w:rsidR="006C0BB6" w:rsidRDefault="00E463D2" w:rsidP="00081405">
      <w:pPr>
        <w:pStyle w:val="Nadpisbezsl1-1"/>
        <w:jc w:val="both"/>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081405">
      <w:pPr>
        <w:pStyle w:val="Nadpisbezsl1-1"/>
        <w:jc w:val="both"/>
      </w:pPr>
      <w:r w:rsidRPr="00F97DBD">
        <w:lastRenderedPageBreak/>
        <w:t>Příloha č. 3</w:t>
      </w:r>
    </w:p>
    <w:p w14:paraId="5CF99B30" w14:textId="77777777" w:rsidR="00E463D2" w:rsidRDefault="00E463D2" w:rsidP="00081405">
      <w:pPr>
        <w:pStyle w:val="Nadpisbezsl1-2"/>
        <w:jc w:val="both"/>
      </w:pPr>
      <w:r w:rsidRPr="00F97DBD">
        <w:t>Související dokumenty</w:t>
      </w:r>
    </w:p>
    <w:p w14:paraId="71B9ECF7" w14:textId="5E0AE802" w:rsidR="00E65D90" w:rsidRDefault="00B25FE2" w:rsidP="00E65D90">
      <w:pPr>
        <w:pStyle w:val="Odrka1-1"/>
      </w:pPr>
      <w:r w:rsidRPr="0096098D">
        <w:t>Povolení k odstranění pro stavbu dráhy</w:t>
      </w:r>
      <w:r w:rsidRPr="009469A4">
        <w:rPr>
          <w:b/>
        </w:rPr>
        <w:t xml:space="preserve"> </w:t>
      </w:r>
      <w:r>
        <w:t xml:space="preserve">Malé Svatoňovice </w:t>
      </w:r>
      <w:r w:rsidR="00C9127D">
        <w:t>„</w:t>
      </w:r>
      <w:r>
        <w:t>budova TO“ ze dne 6. </w:t>
      </w:r>
      <w:r w:rsidR="006C5399">
        <w:t>3.</w:t>
      </w:r>
      <w:r w:rsidR="007B543D">
        <w:rPr>
          <w:caps/>
        </w:rPr>
        <w:t> </w:t>
      </w:r>
      <w:r>
        <w:t>2020</w:t>
      </w:r>
      <w:r w:rsidRPr="004C6C2A">
        <w:t>, č. j.: DUCR-</w:t>
      </w:r>
      <w:r>
        <w:t>13013/20/</w:t>
      </w:r>
      <w:proofErr w:type="spellStart"/>
      <w:r>
        <w:t>Lh</w:t>
      </w:r>
      <w:proofErr w:type="spellEnd"/>
      <w:r w:rsidRPr="004C6C2A">
        <w:t xml:space="preserve">, </w:t>
      </w:r>
      <w:proofErr w:type="spellStart"/>
      <w:r w:rsidRPr="004C6C2A">
        <w:t>sp</w:t>
      </w:r>
      <w:proofErr w:type="spellEnd"/>
      <w:r w:rsidRPr="004C6C2A">
        <w:t>. zn.</w:t>
      </w:r>
      <w:r w:rsidR="006C5399">
        <w:t>:</w:t>
      </w:r>
      <w:r w:rsidRPr="004C6C2A">
        <w:t xml:space="preserve"> MP-SDP</w:t>
      </w:r>
      <w:r>
        <w:t>0075/20</w:t>
      </w:r>
      <w:r w:rsidRPr="004C6C2A">
        <w:t>-4/</w:t>
      </w:r>
      <w:proofErr w:type="spellStart"/>
      <w:r>
        <w:t>Lh</w:t>
      </w:r>
      <w:proofErr w:type="spellEnd"/>
      <w:r w:rsidRPr="004C6C2A">
        <w:t xml:space="preserve"> vydané Drážním úřadem, sekce infrastruktury, územní odbor Praha</w:t>
      </w:r>
      <w:r>
        <w:t>.</w:t>
      </w:r>
    </w:p>
    <w:p w14:paraId="6B7919C1" w14:textId="77777777" w:rsidR="00B25FE2" w:rsidRDefault="00B25FE2" w:rsidP="00B25FE2">
      <w:pPr>
        <w:pStyle w:val="Odrka1-1"/>
        <w:numPr>
          <w:ilvl w:val="0"/>
          <w:numId w:val="0"/>
        </w:numPr>
        <w:ind w:left="1077"/>
      </w:pPr>
    </w:p>
    <w:p w14:paraId="1E89A8EE" w14:textId="4A4C6AD6" w:rsidR="00E65D90" w:rsidRDefault="00E65D90" w:rsidP="00B25FE2">
      <w:pPr>
        <w:pStyle w:val="Odrka1-1"/>
      </w:pPr>
      <w:r w:rsidRPr="0096098D">
        <w:t xml:space="preserve">Povolení k odstranění pro stavbu dráhy </w:t>
      </w:r>
      <w:proofErr w:type="spellStart"/>
      <w:proofErr w:type="gramStart"/>
      <w:r w:rsidRPr="0096098D">
        <w:t>k.ú</w:t>
      </w:r>
      <w:proofErr w:type="spellEnd"/>
      <w:r w:rsidRPr="0096098D">
        <w:t>.</w:t>
      </w:r>
      <w:proofErr w:type="gramEnd"/>
      <w:r w:rsidRPr="0096098D">
        <w:t xml:space="preserve"> Slatiňany</w:t>
      </w:r>
      <w:r w:rsidRPr="00B25FE2">
        <w:rPr>
          <w:b/>
        </w:rPr>
        <w:t xml:space="preserve"> </w:t>
      </w:r>
      <w:r w:rsidRPr="009469A4">
        <w:t>„</w:t>
      </w:r>
      <w:r>
        <w:t>Slatiňany – stavědlo 2</w:t>
      </w:r>
      <w:r w:rsidR="00B25FE2">
        <w:t>“ ze </w:t>
      </w:r>
      <w:r w:rsidRPr="004C6C2A">
        <w:t>d</w:t>
      </w:r>
      <w:r w:rsidR="00B25FE2">
        <w:t>ne </w:t>
      </w:r>
      <w:r>
        <w:t xml:space="preserve">26. </w:t>
      </w:r>
      <w:r w:rsidR="006C5399">
        <w:t xml:space="preserve">6. </w:t>
      </w:r>
      <w:r>
        <w:t>2020</w:t>
      </w:r>
      <w:r w:rsidRPr="004C6C2A">
        <w:t>, č. j.: DUCR-</w:t>
      </w:r>
      <w:r>
        <w:t>36591/20/</w:t>
      </w:r>
      <w:proofErr w:type="spellStart"/>
      <w:r>
        <w:t>Bn</w:t>
      </w:r>
      <w:proofErr w:type="spellEnd"/>
      <w:r w:rsidRPr="004C6C2A">
        <w:t xml:space="preserve">, </w:t>
      </w:r>
      <w:proofErr w:type="spellStart"/>
      <w:r w:rsidRPr="004C6C2A">
        <w:t>sp</w:t>
      </w:r>
      <w:proofErr w:type="spellEnd"/>
      <w:r w:rsidRPr="004C6C2A">
        <w:t>. zn.</w:t>
      </w:r>
      <w:r w:rsidR="006C5399">
        <w:t>:</w:t>
      </w:r>
      <w:r w:rsidRPr="004C6C2A">
        <w:t xml:space="preserve"> MP-SDP</w:t>
      </w:r>
      <w:r>
        <w:t>0315/20</w:t>
      </w:r>
      <w:r w:rsidRPr="004C6C2A">
        <w:t>-4/</w:t>
      </w:r>
      <w:proofErr w:type="spellStart"/>
      <w:r>
        <w:t>Bn</w:t>
      </w:r>
      <w:proofErr w:type="spellEnd"/>
      <w:r w:rsidRPr="004C6C2A">
        <w:t xml:space="preserve"> vydané Drážním úřadem, sekce infrast</w:t>
      </w:r>
      <w:r w:rsidR="00B25FE2">
        <w:t xml:space="preserve">ruktury, územní odbor Praha. </w:t>
      </w:r>
    </w:p>
    <w:p w14:paraId="2665A9BD" w14:textId="77777777" w:rsidR="00B25FE2" w:rsidRDefault="00B25FE2" w:rsidP="00B25FE2">
      <w:pPr>
        <w:pStyle w:val="Odrka1-1"/>
        <w:numPr>
          <w:ilvl w:val="0"/>
          <w:numId w:val="0"/>
        </w:numPr>
        <w:ind w:left="1077"/>
      </w:pPr>
    </w:p>
    <w:p w14:paraId="471E60E3" w14:textId="0BE63955" w:rsidR="00B25FE2" w:rsidRDefault="00B25FE2" w:rsidP="00B25FE2">
      <w:pPr>
        <w:pStyle w:val="Odrka1-1"/>
      </w:pPr>
      <w:r w:rsidRPr="0096098D">
        <w:t xml:space="preserve">Povolení k odstranění pro stavbu dráhy </w:t>
      </w:r>
      <w:r>
        <w:t xml:space="preserve">Třebovice – strážní domek </w:t>
      </w:r>
      <w:proofErr w:type="gramStart"/>
      <w:r>
        <w:t>č.p.</w:t>
      </w:r>
      <w:proofErr w:type="gramEnd"/>
      <w:r>
        <w:t xml:space="preserve"> 198, IC5000096295</w:t>
      </w:r>
      <w:r w:rsidRPr="009469A4">
        <w:t xml:space="preserve"> ze </w:t>
      </w:r>
      <w:r w:rsidRPr="004C6C2A">
        <w:t xml:space="preserve">dne </w:t>
      </w:r>
      <w:r>
        <w:t xml:space="preserve">26. </w:t>
      </w:r>
      <w:r w:rsidR="006C5399">
        <w:t xml:space="preserve">6. </w:t>
      </w:r>
      <w:r>
        <w:t>2020</w:t>
      </w:r>
      <w:r w:rsidRPr="004C6C2A">
        <w:t>, č. j.: DUCR-</w:t>
      </w:r>
      <w:r>
        <w:t>35970/20/</w:t>
      </w:r>
      <w:proofErr w:type="spellStart"/>
      <w:r>
        <w:t>Sj</w:t>
      </w:r>
      <w:proofErr w:type="spellEnd"/>
      <w:r w:rsidRPr="004C6C2A">
        <w:t xml:space="preserve">, </w:t>
      </w:r>
      <w:proofErr w:type="spellStart"/>
      <w:r w:rsidRPr="004C6C2A">
        <w:t>sp</w:t>
      </w:r>
      <w:proofErr w:type="spellEnd"/>
      <w:r w:rsidRPr="004C6C2A">
        <w:t>. zn.</w:t>
      </w:r>
      <w:r w:rsidR="006C5399">
        <w:t>:</w:t>
      </w:r>
      <w:r w:rsidRPr="004C6C2A">
        <w:t xml:space="preserve"> M</w:t>
      </w:r>
      <w:r>
        <w:t>O</w:t>
      </w:r>
      <w:r>
        <w:noBreakHyphen/>
      </w:r>
      <w:r w:rsidRPr="004C6C2A">
        <w:t>SD</w:t>
      </w:r>
      <w:r>
        <w:t>O0225/20</w:t>
      </w:r>
      <w:r w:rsidRPr="004C6C2A">
        <w:t>/</w:t>
      </w:r>
      <w:proofErr w:type="spellStart"/>
      <w:r>
        <w:t>Sj</w:t>
      </w:r>
      <w:proofErr w:type="spellEnd"/>
      <w:r w:rsidRPr="004C6C2A">
        <w:t xml:space="preserve"> vydané Drážním úřadem, sekce infrastruktury, územní odbor </w:t>
      </w:r>
      <w:r>
        <w:t>Olomouc.</w:t>
      </w:r>
    </w:p>
    <w:p w14:paraId="24C03BF1" w14:textId="77777777" w:rsidR="00B25FE2" w:rsidRDefault="00B25FE2" w:rsidP="00B25FE2">
      <w:pPr>
        <w:pStyle w:val="Odrka1-1"/>
        <w:numPr>
          <w:ilvl w:val="0"/>
          <w:numId w:val="0"/>
        </w:numPr>
        <w:ind w:left="1077"/>
      </w:pPr>
    </w:p>
    <w:p w14:paraId="07CDDBCC" w14:textId="6398528B" w:rsidR="00B25FE2" w:rsidRDefault="00B25FE2" w:rsidP="00B25FE2">
      <w:pPr>
        <w:pStyle w:val="Odrka1-1"/>
      </w:pPr>
      <w:r w:rsidRPr="0096098D">
        <w:t xml:space="preserve">Povolení k odstranění pro stavbu dráhy </w:t>
      </w:r>
      <w:proofErr w:type="spellStart"/>
      <w:proofErr w:type="gramStart"/>
      <w:r w:rsidRPr="0096098D">
        <w:t>k.ú</w:t>
      </w:r>
      <w:proofErr w:type="spellEnd"/>
      <w:r w:rsidRPr="0096098D">
        <w:t>.</w:t>
      </w:r>
      <w:proofErr w:type="gramEnd"/>
      <w:r w:rsidRPr="0096098D">
        <w:t xml:space="preserve"> </w:t>
      </w:r>
      <w:r>
        <w:t>Provodov</w:t>
      </w:r>
      <w:r>
        <w:rPr>
          <w:b/>
        </w:rPr>
        <w:t xml:space="preserve"> </w:t>
      </w:r>
      <w:r w:rsidRPr="009469A4">
        <w:t>„</w:t>
      </w:r>
      <w:r>
        <w:t>Václavice – St. I.“ ze dne 29. </w:t>
      </w:r>
      <w:r w:rsidR="006C5399">
        <w:t xml:space="preserve">6. </w:t>
      </w:r>
      <w:r>
        <w:t>2020</w:t>
      </w:r>
      <w:r w:rsidRPr="004C6C2A">
        <w:t>, č. j.: DUCR-</w:t>
      </w:r>
      <w:r>
        <w:t>36895/20/</w:t>
      </w:r>
      <w:proofErr w:type="spellStart"/>
      <w:r>
        <w:t>Fl</w:t>
      </w:r>
      <w:proofErr w:type="spellEnd"/>
      <w:r w:rsidRPr="004C6C2A">
        <w:t xml:space="preserve">, </w:t>
      </w:r>
      <w:proofErr w:type="spellStart"/>
      <w:r w:rsidRPr="004C6C2A">
        <w:t>sp</w:t>
      </w:r>
      <w:proofErr w:type="spellEnd"/>
      <w:r w:rsidRPr="004C6C2A">
        <w:t>. zn.</w:t>
      </w:r>
      <w:r w:rsidR="006C5399">
        <w:t>:</w:t>
      </w:r>
      <w:r w:rsidRPr="004C6C2A">
        <w:t xml:space="preserve"> MP-SDP</w:t>
      </w:r>
      <w:r>
        <w:t>0297/20</w:t>
      </w:r>
      <w:r w:rsidRPr="004C6C2A">
        <w:t>-4/</w:t>
      </w:r>
      <w:proofErr w:type="spellStart"/>
      <w:r>
        <w:t>Fl</w:t>
      </w:r>
      <w:proofErr w:type="spellEnd"/>
      <w:r w:rsidRPr="004C6C2A">
        <w:t xml:space="preserve"> vydané Drážním úřadem, sekce infrastruktury, územní odbor Praha.</w:t>
      </w:r>
    </w:p>
    <w:p w14:paraId="08C35FB7" w14:textId="77777777" w:rsidR="00B25FE2" w:rsidRDefault="00B25FE2" w:rsidP="00B25FE2">
      <w:pPr>
        <w:pStyle w:val="Odrka1-1"/>
        <w:numPr>
          <w:ilvl w:val="0"/>
          <w:numId w:val="0"/>
        </w:numPr>
        <w:ind w:left="1077"/>
      </w:pPr>
    </w:p>
    <w:p w14:paraId="2572CA95" w14:textId="3EF66528" w:rsidR="00B25FE2" w:rsidRDefault="00B25FE2" w:rsidP="00B25FE2">
      <w:pPr>
        <w:pStyle w:val="Odrka1-1"/>
      </w:pPr>
      <w:r w:rsidRPr="0096098D">
        <w:t xml:space="preserve">Povolení k odstranění pro stavbu dráhy </w:t>
      </w:r>
      <w:proofErr w:type="spellStart"/>
      <w:proofErr w:type="gramStart"/>
      <w:r w:rsidRPr="0096098D">
        <w:t>k.ú</w:t>
      </w:r>
      <w:proofErr w:type="spellEnd"/>
      <w:r w:rsidRPr="0096098D">
        <w:t>.</w:t>
      </w:r>
      <w:proofErr w:type="gramEnd"/>
      <w:r w:rsidRPr="0096098D">
        <w:t xml:space="preserve"> </w:t>
      </w:r>
      <w:r>
        <w:t>Provodov</w:t>
      </w:r>
      <w:r>
        <w:rPr>
          <w:b/>
        </w:rPr>
        <w:t xml:space="preserve"> </w:t>
      </w:r>
      <w:r w:rsidRPr="009469A4">
        <w:t>„</w:t>
      </w:r>
      <w:r>
        <w:t xml:space="preserve">Václavice – St. II.“ </w:t>
      </w:r>
      <w:r w:rsidR="006C5399">
        <w:t>z</w:t>
      </w:r>
      <w:r>
        <w:t>e dne 29. </w:t>
      </w:r>
      <w:r w:rsidR="006C5399">
        <w:t xml:space="preserve">6. </w:t>
      </w:r>
      <w:r>
        <w:t>2020</w:t>
      </w:r>
      <w:r w:rsidRPr="004C6C2A">
        <w:t>, č. j.: DUCR-</w:t>
      </w:r>
      <w:r>
        <w:t>36921/20/</w:t>
      </w:r>
      <w:proofErr w:type="spellStart"/>
      <w:r>
        <w:t>Fl</w:t>
      </w:r>
      <w:proofErr w:type="spellEnd"/>
      <w:r w:rsidRPr="004C6C2A">
        <w:t xml:space="preserve">, </w:t>
      </w:r>
      <w:proofErr w:type="spellStart"/>
      <w:r w:rsidRPr="004C6C2A">
        <w:t>sp</w:t>
      </w:r>
      <w:proofErr w:type="spellEnd"/>
      <w:r w:rsidRPr="004C6C2A">
        <w:t>. zn.</w:t>
      </w:r>
      <w:r w:rsidR="006C5399">
        <w:t>:</w:t>
      </w:r>
      <w:r w:rsidRPr="004C6C2A">
        <w:t xml:space="preserve"> MP-SDP</w:t>
      </w:r>
      <w:r>
        <w:t>0295/20</w:t>
      </w:r>
      <w:r w:rsidRPr="004C6C2A">
        <w:t>-4/</w:t>
      </w:r>
      <w:proofErr w:type="spellStart"/>
      <w:r>
        <w:t>Fl</w:t>
      </w:r>
      <w:proofErr w:type="spellEnd"/>
      <w:r w:rsidRPr="004C6C2A">
        <w:t xml:space="preserve"> vydané Drážním úřadem, sekce infrastruktury, územní odbor Praha.</w:t>
      </w:r>
    </w:p>
    <w:p w14:paraId="6AE084ED" w14:textId="77777777" w:rsidR="00B25FE2" w:rsidRDefault="00B25FE2" w:rsidP="00B25FE2">
      <w:pPr>
        <w:pStyle w:val="Odrka1-1"/>
        <w:numPr>
          <w:ilvl w:val="0"/>
          <w:numId w:val="0"/>
        </w:numPr>
        <w:ind w:left="1077" w:hanging="340"/>
      </w:pPr>
    </w:p>
    <w:p w14:paraId="3A521F9A" w14:textId="744B4B07" w:rsidR="00B25FE2" w:rsidRDefault="00B25FE2">
      <w:r>
        <w:br w:type="page"/>
      </w:r>
    </w:p>
    <w:p w14:paraId="72D15AF2" w14:textId="77777777" w:rsidR="00E463D2" w:rsidRPr="00F97DBD" w:rsidRDefault="00E463D2" w:rsidP="00081405">
      <w:pPr>
        <w:pStyle w:val="Nadpisbezsl1-1"/>
        <w:jc w:val="both"/>
      </w:pPr>
      <w:r w:rsidRPr="00F97DBD">
        <w:lastRenderedPageBreak/>
        <w:t>Příloha č. 4</w:t>
      </w:r>
    </w:p>
    <w:p w14:paraId="649AE9D4" w14:textId="77777777" w:rsidR="00E463D2" w:rsidRPr="00F97DBD" w:rsidRDefault="004E19AA" w:rsidP="00081405">
      <w:pPr>
        <w:pStyle w:val="Nadpisbezsl1-2"/>
        <w:jc w:val="both"/>
      </w:pPr>
      <w:r>
        <w:t xml:space="preserve">Rekapitulace </w:t>
      </w:r>
      <w:r w:rsidR="00E463D2" w:rsidRPr="00F97DBD">
        <w:t>Ceny Díla</w:t>
      </w:r>
    </w:p>
    <w:p w14:paraId="46374780" w14:textId="77777777" w:rsidR="00485A7E" w:rsidRPr="000B16A1" w:rsidRDefault="00485A7E" w:rsidP="00081405">
      <w:pPr>
        <w:pStyle w:val="Odstavecseseznamem"/>
        <w:numPr>
          <w:ilvl w:val="0"/>
          <w:numId w:val="20"/>
        </w:numPr>
        <w:spacing w:after="120"/>
        <w:ind w:left="1134"/>
        <w:jc w:val="both"/>
        <w:rPr>
          <w:b/>
        </w:rPr>
      </w:pPr>
      <w:r w:rsidRPr="000B16A1">
        <w:rPr>
          <w:b/>
        </w:rPr>
        <w:t>Rekapitulace Ceny Díla dle objektů stavebních částí (SO) a objektů provozních částí (PS):</w:t>
      </w:r>
    </w:p>
    <w:p w14:paraId="51BEE373" w14:textId="77777777" w:rsidR="00485A7E" w:rsidRPr="00485A7E" w:rsidRDefault="00485A7E" w:rsidP="00081405">
      <w:pPr>
        <w:tabs>
          <w:tab w:val="num" w:pos="1077"/>
        </w:tabs>
        <w:spacing w:after="120"/>
        <w:ind w:left="737" w:hanging="340"/>
        <w:contextualSpacing/>
        <w:jc w:val="both"/>
      </w:pPr>
    </w:p>
    <w:p w14:paraId="6D552C3B" w14:textId="1EDFCC38" w:rsidR="00435254" w:rsidRDefault="00435254" w:rsidP="00435254">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4F0C9DE4" w14:textId="778EC519" w:rsidR="00893D76" w:rsidRDefault="00893D76" w:rsidP="00081405">
      <w:pPr>
        <w:tabs>
          <w:tab w:val="num" w:pos="1077"/>
        </w:tabs>
        <w:spacing w:after="120"/>
        <w:ind w:left="737" w:hanging="340"/>
        <w:contextualSpacing/>
        <w:jc w:val="both"/>
      </w:pPr>
    </w:p>
    <w:p w14:paraId="32121B75" w14:textId="77777777" w:rsidR="00893D76" w:rsidRPr="003A5A35" w:rsidRDefault="00893D76" w:rsidP="00081405">
      <w:pPr>
        <w:pStyle w:val="Textbezslovn"/>
        <w:rPr>
          <w:highlight w:val="yellow"/>
        </w:rPr>
      </w:pPr>
      <w:r w:rsidRPr="003A5A35">
        <w:rPr>
          <w:highlight w:val="yellow"/>
        </w:rPr>
        <w:t>[VLOŽÍ ZHOTOVITEL]</w:t>
      </w:r>
    </w:p>
    <w:p w14:paraId="7BB412FE" w14:textId="77777777" w:rsidR="00893D76" w:rsidRPr="00485A7E" w:rsidRDefault="00893D76" w:rsidP="00081405">
      <w:pPr>
        <w:tabs>
          <w:tab w:val="num" w:pos="1077"/>
        </w:tabs>
        <w:spacing w:after="120"/>
        <w:ind w:left="737" w:hanging="340"/>
        <w:contextualSpacing/>
        <w:jc w:val="both"/>
      </w:pPr>
    </w:p>
    <w:p w14:paraId="5A4484C4" w14:textId="11A63609" w:rsidR="006C0BB6" w:rsidRPr="006921B1" w:rsidRDefault="006921B1" w:rsidP="00081405">
      <w:pPr>
        <w:tabs>
          <w:tab w:val="left" w:pos="795"/>
        </w:tabs>
        <w:jc w:val="both"/>
        <w:sectPr w:rsidR="006C0BB6" w:rsidRPr="006921B1" w:rsidSect="008F58C3">
          <w:footerReference w:type="first" r:id="rId20"/>
          <w:pgSz w:w="11906" w:h="16838" w:code="9"/>
          <w:pgMar w:top="1049" w:right="1134" w:bottom="1474" w:left="1418" w:header="595" w:footer="472" w:gutter="652"/>
          <w:pgNumType w:start="1"/>
          <w:cols w:space="708"/>
          <w:docGrid w:linePitch="360"/>
        </w:sectPr>
      </w:pPr>
      <w:r>
        <w:tab/>
      </w:r>
    </w:p>
    <w:p w14:paraId="0BC346F2" w14:textId="77777777" w:rsidR="00ED29F1" w:rsidRDefault="00ED29F1" w:rsidP="00081405">
      <w:pPr>
        <w:pStyle w:val="Nadpisbezsl1-1"/>
        <w:jc w:val="both"/>
      </w:pPr>
      <w:r>
        <w:lastRenderedPageBreak/>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55C3B151" w14:textId="77777777" w:rsidR="00ED29F1" w:rsidRDefault="00ED29F1" w:rsidP="00081405">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081405">
      <w:pPr>
        <w:pStyle w:val="Nadpisbezsl1-1"/>
        <w:jc w:val="both"/>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081405">
      <w:pPr>
        <w:pStyle w:val="Nadpisbezsl1-1"/>
        <w:jc w:val="both"/>
      </w:pPr>
      <w:r>
        <w:lastRenderedPageBreak/>
        <w:t>Příloha č. 6</w:t>
      </w:r>
    </w:p>
    <w:p w14:paraId="03E24367" w14:textId="77777777" w:rsidR="00502690" w:rsidRPr="00B26902" w:rsidRDefault="00502690" w:rsidP="00081405">
      <w:pPr>
        <w:pStyle w:val="Nadpisbezsl1-2"/>
        <w:jc w:val="both"/>
      </w:pPr>
      <w:r>
        <w:t>Oprávněné osoby</w:t>
      </w: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081405">
      <w:pPr>
        <w:pStyle w:val="Textbezodsazen"/>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081405">
      <w:pPr>
        <w:pStyle w:val="Textbezodsazen"/>
      </w:pPr>
    </w:p>
    <w:p w14:paraId="71BFE6B6" w14:textId="77777777" w:rsidR="00ED29F1" w:rsidRPr="00FF5B9B" w:rsidRDefault="00ED29F1" w:rsidP="00081405">
      <w:pPr>
        <w:pStyle w:val="Nadpistabulky"/>
        <w:jc w:val="both"/>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81405">
            <w:pPr>
              <w:pStyle w:val="Tabulka"/>
              <w:rPr>
                <w:rStyle w:val="Nadpisvtabulce"/>
              </w:rPr>
            </w:pPr>
            <w:r w:rsidRPr="008D59AA">
              <w:rPr>
                <w:rStyle w:val="Nadpisvtabulce"/>
              </w:rPr>
              <w:t>Jméno a příjmení</w:t>
            </w:r>
          </w:p>
        </w:tc>
        <w:tc>
          <w:tcPr>
            <w:tcW w:w="5812" w:type="dxa"/>
          </w:tcPr>
          <w:p w14:paraId="08984B20" w14:textId="1DFD7B81" w:rsidR="00ED29F1" w:rsidRPr="00F609A6" w:rsidRDefault="00B25FE2"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Stanislav Krtek</w:t>
            </w:r>
          </w:p>
        </w:tc>
      </w:tr>
      <w:tr w:rsidR="00A0053F"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A0053F" w:rsidRPr="00165A92" w:rsidRDefault="00A0053F" w:rsidP="00081405">
            <w:pPr>
              <w:pStyle w:val="Tabulka"/>
            </w:pPr>
            <w:r w:rsidRPr="00165A92">
              <w:t>Adresa</w:t>
            </w:r>
          </w:p>
        </w:tc>
        <w:tc>
          <w:tcPr>
            <w:tcW w:w="5812" w:type="dxa"/>
          </w:tcPr>
          <w:p w14:paraId="6BFE6435" w14:textId="59900B00" w:rsidR="00A0053F" w:rsidRPr="00566D66" w:rsidRDefault="00B25FE2"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A0053F"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0053F" w:rsidRPr="00165A92" w:rsidRDefault="00A0053F" w:rsidP="00081405">
            <w:pPr>
              <w:pStyle w:val="Tabulka"/>
            </w:pPr>
            <w:r w:rsidRPr="00165A92">
              <w:t>E-mail</w:t>
            </w:r>
          </w:p>
        </w:tc>
        <w:tc>
          <w:tcPr>
            <w:tcW w:w="5812" w:type="dxa"/>
          </w:tcPr>
          <w:p w14:paraId="146A2829" w14:textId="35004E9E" w:rsidR="00A0053F" w:rsidRPr="00566D66" w:rsidRDefault="00B25FE2" w:rsidP="00081405">
            <w:pPr>
              <w:pStyle w:val="Tabulka"/>
              <w:cnfStyle w:val="000000000000" w:firstRow="0" w:lastRow="0" w:firstColumn="0" w:lastColumn="0" w:oddVBand="0" w:evenVBand="0" w:oddHBand="0" w:evenHBand="0" w:firstRowFirstColumn="0" w:firstRowLastColumn="0" w:lastRowFirstColumn="0" w:lastRowLastColumn="0"/>
            </w:pPr>
            <w:r>
              <w:t>krtek@spravazeleznic.cz</w:t>
            </w:r>
          </w:p>
        </w:tc>
      </w:tr>
      <w:tr w:rsidR="00A0053F"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0053F" w:rsidRPr="00165A92" w:rsidRDefault="00A0053F" w:rsidP="00081405">
            <w:pPr>
              <w:pStyle w:val="Tabulka"/>
            </w:pPr>
            <w:r w:rsidRPr="00165A92">
              <w:t>Telefon</w:t>
            </w:r>
          </w:p>
        </w:tc>
        <w:tc>
          <w:tcPr>
            <w:tcW w:w="5812" w:type="dxa"/>
          </w:tcPr>
          <w:p w14:paraId="6384B53E" w14:textId="692D19BF" w:rsidR="00A0053F" w:rsidRPr="00566D66" w:rsidRDefault="00B25FE2"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728 835 567</w:t>
            </w:r>
          </w:p>
        </w:tc>
      </w:tr>
    </w:tbl>
    <w:p w14:paraId="63DAEC3F" w14:textId="77777777" w:rsidR="00ED29F1" w:rsidRPr="00165A92" w:rsidRDefault="00ED29F1" w:rsidP="00081405">
      <w:pPr>
        <w:pStyle w:val="Textbezodsazen"/>
      </w:pPr>
    </w:p>
    <w:p w14:paraId="60A626CB"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B25FE2"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B25FE2" w:rsidRPr="008D59AA" w:rsidRDefault="00B25FE2" w:rsidP="00B25FE2">
            <w:pPr>
              <w:pStyle w:val="Tabulka"/>
              <w:rPr>
                <w:rStyle w:val="Nadpisvtabulce"/>
              </w:rPr>
            </w:pPr>
            <w:r w:rsidRPr="008D59AA">
              <w:rPr>
                <w:rStyle w:val="Nadpisvtabulce"/>
              </w:rPr>
              <w:t>Jméno a příjmení</w:t>
            </w:r>
          </w:p>
        </w:tc>
        <w:tc>
          <w:tcPr>
            <w:tcW w:w="5812" w:type="dxa"/>
          </w:tcPr>
          <w:p w14:paraId="4FA6301E" w14:textId="6F235044" w:rsidR="00B25FE2" w:rsidRPr="00A87925" w:rsidRDefault="00B25FE2" w:rsidP="00B25FE2">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Stanislav Krtek</w:t>
            </w:r>
          </w:p>
        </w:tc>
      </w:tr>
      <w:tr w:rsidR="00B25FE2"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B25FE2" w:rsidRPr="00165A92" w:rsidRDefault="00B25FE2" w:rsidP="00B25FE2">
            <w:pPr>
              <w:pStyle w:val="Tabulka"/>
            </w:pPr>
            <w:r w:rsidRPr="00165A92">
              <w:t>Adresa</w:t>
            </w:r>
          </w:p>
        </w:tc>
        <w:tc>
          <w:tcPr>
            <w:tcW w:w="5812" w:type="dxa"/>
          </w:tcPr>
          <w:p w14:paraId="1B64A329" w14:textId="51A46BD8" w:rsidR="00B25FE2" w:rsidRPr="00A87925" w:rsidRDefault="00B25FE2" w:rsidP="00B25FE2">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B25FE2"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B25FE2" w:rsidRPr="00165A92" w:rsidRDefault="00B25FE2" w:rsidP="00B25FE2">
            <w:pPr>
              <w:pStyle w:val="Tabulka"/>
            </w:pPr>
            <w:r w:rsidRPr="00165A92">
              <w:t>E-mail</w:t>
            </w:r>
          </w:p>
        </w:tc>
        <w:tc>
          <w:tcPr>
            <w:tcW w:w="5812" w:type="dxa"/>
          </w:tcPr>
          <w:p w14:paraId="641C20DF" w14:textId="01F8AE5E" w:rsidR="00B25FE2" w:rsidRPr="00A87925" w:rsidRDefault="00B25FE2" w:rsidP="00B25FE2">
            <w:pPr>
              <w:pStyle w:val="Tabulka"/>
              <w:cnfStyle w:val="000000000000" w:firstRow="0" w:lastRow="0" w:firstColumn="0" w:lastColumn="0" w:oddVBand="0" w:evenVBand="0" w:oddHBand="0" w:evenHBand="0" w:firstRowFirstColumn="0" w:firstRowLastColumn="0" w:lastRowFirstColumn="0" w:lastRowLastColumn="0"/>
              <w:rPr>
                <w:b/>
              </w:rPr>
            </w:pPr>
            <w:r>
              <w:t>krtek@spravazeleznic.cz</w:t>
            </w:r>
          </w:p>
        </w:tc>
      </w:tr>
      <w:tr w:rsidR="00B25FE2"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B25FE2" w:rsidRPr="00165A92" w:rsidRDefault="00B25FE2" w:rsidP="00B25FE2">
            <w:pPr>
              <w:pStyle w:val="Tabulka"/>
            </w:pPr>
            <w:r w:rsidRPr="00165A92">
              <w:t>Telefon</w:t>
            </w:r>
          </w:p>
        </w:tc>
        <w:tc>
          <w:tcPr>
            <w:tcW w:w="5812" w:type="dxa"/>
          </w:tcPr>
          <w:p w14:paraId="7550EE05" w14:textId="651BC6E9" w:rsidR="00B25FE2" w:rsidRPr="00A87925" w:rsidRDefault="00B25FE2" w:rsidP="00B25FE2">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728 835 567</w:t>
            </w:r>
          </w:p>
        </w:tc>
      </w:tr>
    </w:tbl>
    <w:p w14:paraId="6926200B" w14:textId="34EB055B" w:rsidR="00ED29F1" w:rsidRPr="00165A92" w:rsidRDefault="00ED29F1" w:rsidP="00081405">
      <w:pPr>
        <w:pStyle w:val="Textbezodsazen"/>
      </w:pPr>
    </w:p>
    <w:p w14:paraId="140EA2A5" w14:textId="77777777" w:rsidR="00AF2182" w:rsidRPr="00165A92" w:rsidRDefault="00AF2182" w:rsidP="00081405">
      <w:pPr>
        <w:pStyle w:val="Nadpistabulky"/>
        <w:jc w:val="both"/>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0053F"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700C1046" w14:textId="5C91B279" w:rsidR="00A0053F" w:rsidRPr="00767DA2" w:rsidRDefault="00B25FE2"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Stanislav Krtek</w:t>
            </w:r>
          </w:p>
        </w:tc>
      </w:tr>
      <w:tr w:rsidR="00B25FE2"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B25FE2" w:rsidRPr="00165A92" w:rsidRDefault="00B25FE2" w:rsidP="00B25FE2">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3C39BDBD" w:rsidR="00B25FE2" w:rsidRPr="00767DA2" w:rsidRDefault="00B25FE2" w:rsidP="00B25FE2">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B25FE2"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B25FE2" w:rsidRPr="00165A92" w:rsidRDefault="00B25FE2" w:rsidP="00B25FE2">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00959708" w:rsidR="00B25FE2" w:rsidRPr="00767DA2" w:rsidRDefault="00B25FE2" w:rsidP="00B25FE2">
            <w:pPr>
              <w:pStyle w:val="Tabulka"/>
              <w:cnfStyle w:val="000000000000" w:firstRow="0" w:lastRow="0" w:firstColumn="0" w:lastColumn="0" w:oddVBand="0" w:evenVBand="0" w:oddHBand="0" w:evenHBand="0" w:firstRowFirstColumn="0" w:firstRowLastColumn="0" w:lastRowFirstColumn="0" w:lastRowLastColumn="0"/>
              <w:rPr>
                <w:b/>
              </w:rPr>
            </w:pPr>
            <w:r>
              <w:t>krtek@spravazeleznic.cz</w:t>
            </w:r>
          </w:p>
        </w:tc>
      </w:tr>
      <w:tr w:rsidR="00B25FE2"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B25FE2" w:rsidRPr="00165A92" w:rsidRDefault="00B25FE2" w:rsidP="00B25FE2">
            <w:pPr>
              <w:pStyle w:val="Tabulka"/>
            </w:pPr>
            <w:r w:rsidRPr="00165A92">
              <w:t>Telefon</w:t>
            </w:r>
          </w:p>
        </w:tc>
        <w:tc>
          <w:tcPr>
            <w:tcW w:w="5812" w:type="dxa"/>
            <w:tcBorders>
              <w:top w:val="single" w:sz="2" w:space="0" w:color="auto"/>
              <w:left w:val="single" w:sz="2" w:space="0" w:color="auto"/>
              <w:bottom w:val="nil"/>
              <w:right w:val="nil"/>
            </w:tcBorders>
          </w:tcPr>
          <w:p w14:paraId="10E464CE" w14:textId="0F0C74D6" w:rsidR="00B25FE2" w:rsidRPr="00767DA2" w:rsidRDefault="00B25FE2" w:rsidP="00B25FE2">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728 835 567</w:t>
            </w:r>
          </w:p>
        </w:tc>
      </w:tr>
    </w:tbl>
    <w:p w14:paraId="6F211856" w14:textId="77777777" w:rsidR="00ED29F1" w:rsidRPr="00165A92" w:rsidRDefault="00ED29F1" w:rsidP="00081405">
      <w:pPr>
        <w:pStyle w:val="Textbezodsazen"/>
      </w:pPr>
    </w:p>
    <w:p w14:paraId="01CCB70C" w14:textId="485587EA" w:rsidR="003B6161" w:rsidRDefault="003B6161" w:rsidP="00081405">
      <w:pPr>
        <w:pStyle w:val="Textbezodsazen"/>
        <w:rPr>
          <w:b/>
        </w:rPr>
      </w:pPr>
    </w:p>
    <w:p w14:paraId="144BE896" w14:textId="7E5775BB" w:rsidR="00B25FE2" w:rsidRDefault="00B25FE2" w:rsidP="00081405">
      <w:pPr>
        <w:pStyle w:val="Textbezodsazen"/>
        <w:rPr>
          <w:b/>
        </w:rPr>
      </w:pPr>
    </w:p>
    <w:p w14:paraId="7C4C936C" w14:textId="77777777" w:rsidR="00B25FE2" w:rsidRPr="00165A92" w:rsidRDefault="00B25FE2" w:rsidP="00081405">
      <w:pPr>
        <w:pStyle w:val="Textbezodsazen"/>
        <w:rPr>
          <w:b/>
        </w:rPr>
      </w:pPr>
    </w:p>
    <w:p w14:paraId="2596F238" w14:textId="77777777" w:rsidR="00ED29F1" w:rsidRPr="00165A92" w:rsidRDefault="00ED29F1" w:rsidP="00081405">
      <w:pPr>
        <w:pStyle w:val="Textbezodsazen"/>
        <w:rPr>
          <w:b/>
        </w:rPr>
      </w:pPr>
      <w:r w:rsidRPr="00165A92">
        <w:rPr>
          <w:b/>
        </w:rPr>
        <w:lastRenderedPageBreak/>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081405">
      <w:pPr>
        <w:pStyle w:val="Textbezodsazen"/>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081405">
      <w:pPr>
        <w:pStyle w:val="Textbezodsazen"/>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081405">
      <w:pPr>
        <w:pStyle w:val="Textbezodsazen"/>
      </w:pPr>
    </w:p>
    <w:p w14:paraId="61DE8FBB" w14:textId="77777777" w:rsidR="002F212B" w:rsidRPr="00165A92" w:rsidRDefault="002F212B" w:rsidP="00081405">
      <w:pPr>
        <w:pStyle w:val="Nadpistabulky"/>
        <w:jc w:val="both"/>
        <w:rPr>
          <w:rFonts w:asciiTheme="minorHAnsi" w:hAnsiTheme="minorHAnsi"/>
          <w:sz w:val="18"/>
          <w:szCs w:val="18"/>
        </w:rPr>
      </w:pPr>
      <w:r w:rsidRPr="00165A92">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A0053F" w:rsidRPr="00165A92"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6288A670" w14:textId="74FD02DB"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A0053F" w:rsidRPr="00165A92" w:rsidRDefault="00A0053F" w:rsidP="00081405">
            <w:pPr>
              <w:pStyle w:val="Tabulka"/>
            </w:pPr>
            <w:r w:rsidRPr="00165A92">
              <w:t>Adresa</w:t>
            </w:r>
          </w:p>
        </w:tc>
        <w:tc>
          <w:tcPr>
            <w:tcW w:w="5812" w:type="dxa"/>
          </w:tcPr>
          <w:p w14:paraId="24319EAB" w14:textId="2963729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A0053F" w:rsidRPr="00165A92" w:rsidRDefault="00A0053F" w:rsidP="00081405">
            <w:pPr>
              <w:pStyle w:val="Tabulka"/>
            </w:pPr>
            <w:r w:rsidRPr="00165A92">
              <w:t>E-mail</w:t>
            </w:r>
          </w:p>
        </w:tc>
        <w:tc>
          <w:tcPr>
            <w:tcW w:w="5812" w:type="dxa"/>
          </w:tcPr>
          <w:p w14:paraId="7A85A5F4" w14:textId="672FB5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A0053F" w:rsidRPr="00165A92" w:rsidRDefault="00A0053F" w:rsidP="00081405">
            <w:pPr>
              <w:pStyle w:val="Tabulka"/>
            </w:pPr>
            <w:r w:rsidRPr="00165A92">
              <w:t>Telefon</w:t>
            </w:r>
          </w:p>
        </w:tc>
        <w:tc>
          <w:tcPr>
            <w:tcW w:w="5812" w:type="dxa"/>
          </w:tcPr>
          <w:p w14:paraId="4405D12E" w14:textId="2C41249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F66542A" w14:textId="77777777" w:rsidR="002F212B" w:rsidRPr="00165A92" w:rsidRDefault="002F212B" w:rsidP="00081405">
      <w:pPr>
        <w:pStyle w:val="Textbezodsazen"/>
      </w:pPr>
    </w:p>
    <w:p w14:paraId="39B4CA50" w14:textId="77777777" w:rsidR="002038D5" w:rsidRPr="00165A92" w:rsidRDefault="002038D5" w:rsidP="00081405">
      <w:pPr>
        <w:pStyle w:val="Tabulka"/>
      </w:pPr>
    </w:p>
    <w:p w14:paraId="47B2F6BF" w14:textId="77777777" w:rsidR="002038D5" w:rsidRPr="00165A92" w:rsidRDefault="002038D5" w:rsidP="00081405">
      <w:pPr>
        <w:pStyle w:val="Tabulka"/>
      </w:pPr>
    </w:p>
    <w:p w14:paraId="5690426A" w14:textId="1ECBA93C" w:rsidR="00B25FE2" w:rsidRDefault="00B25FE2">
      <w:r>
        <w:br w:type="page"/>
      </w:r>
    </w:p>
    <w:p w14:paraId="7CD4D87C" w14:textId="77777777" w:rsidR="00ED29F1" w:rsidRPr="00F97DBD" w:rsidRDefault="00ED29F1" w:rsidP="00081405">
      <w:pPr>
        <w:pStyle w:val="Nadpisbezsl1-1"/>
        <w:jc w:val="both"/>
      </w:pPr>
      <w:r w:rsidRPr="00F97DBD">
        <w:lastRenderedPageBreak/>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637E589B" w:rsidR="002C7A28" w:rsidRPr="002C7A28" w:rsidRDefault="004E19AA" w:rsidP="006B7B6B">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6B7B6B">
              <w:rPr>
                <w:rFonts w:eastAsia="Times New Roman" w:cs="Calibri"/>
                <w:lang w:eastAsia="cs-CZ"/>
              </w:rPr>
              <w:t>4,5</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6B7B6B">
              <w:rPr>
                <w:rFonts w:eastAsia="Times New Roman" w:cs="Calibri"/>
                <w:lang w:eastAsia="cs-CZ"/>
              </w:rPr>
              <w:t>4,5</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lastRenderedPageBreak/>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lastRenderedPageBreak/>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77A803E4" w14:textId="0B8F47D0" w:rsidR="001F26D5" w:rsidRDefault="001F26D5" w:rsidP="00081405">
      <w:pPr>
        <w:pStyle w:val="Nadpisbezsl1-1"/>
        <w:jc w:val="both"/>
      </w:pPr>
      <w:r>
        <w:lastRenderedPageBreak/>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ABB4D18" w14:textId="371518AF" w:rsidR="00D76F55" w:rsidRDefault="00D76F55" w:rsidP="00081405">
      <w:pPr>
        <w:pStyle w:val="Nadpisbezsl1-1"/>
        <w:jc w:val="both"/>
      </w:pPr>
      <w:r>
        <w:lastRenderedPageBreak/>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lastRenderedPageBreak/>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3AA7A17" w16cex:dateUtc="2019-06-06T10:5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3AA7A19" w16cex:dateUtc="2019-03-19T09:03:00Z"/>
  <w16cex:commentExtensible w16cex:durableId="23AA7A1C" w16cex:dateUtc="2019-06-06T11:0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3F207" w14:textId="77777777" w:rsidR="00F768D1" w:rsidRDefault="00F768D1" w:rsidP="00962258">
      <w:pPr>
        <w:spacing w:after="0" w:line="240" w:lineRule="auto"/>
      </w:pPr>
      <w:r>
        <w:separator/>
      </w:r>
    </w:p>
  </w:endnote>
  <w:endnote w:type="continuationSeparator" w:id="0">
    <w:p w14:paraId="2E836C6F" w14:textId="77777777" w:rsidR="00F768D1" w:rsidRDefault="00F768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6D25" w:rsidRPr="00A22592" w14:paraId="66AB46D4" w14:textId="77777777" w:rsidTr="00EB46E5">
      <w:tc>
        <w:tcPr>
          <w:tcW w:w="1361" w:type="dxa"/>
          <w:tcMar>
            <w:left w:w="0" w:type="dxa"/>
            <w:right w:w="0" w:type="dxa"/>
          </w:tcMar>
          <w:vAlign w:val="bottom"/>
        </w:tcPr>
        <w:p w14:paraId="357001FE" w14:textId="6CDCC5F6" w:rsidR="00EB6D25" w:rsidRPr="00B8518B" w:rsidRDefault="00EB6D2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05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2059">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EB6D25" w:rsidRDefault="00EB6D25" w:rsidP="00B8518B">
          <w:pPr>
            <w:pStyle w:val="Zpat"/>
          </w:pPr>
        </w:p>
      </w:tc>
      <w:tc>
        <w:tcPr>
          <w:tcW w:w="425" w:type="dxa"/>
          <w:shd w:val="clear" w:color="auto" w:fill="auto"/>
          <w:tcMar>
            <w:left w:w="0" w:type="dxa"/>
            <w:right w:w="0" w:type="dxa"/>
          </w:tcMar>
        </w:tcPr>
        <w:p w14:paraId="6DAF8F96" w14:textId="77777777" w:rsidR="00EB6D25" w:rsidRDefault="00EB6D25" w:rsidP="00B8518B">
          <w:pPr>
            <w:pStyle w:val="Zpat"/>
          </w:pPr>
        </w:p>
      </w:tc>
      <w:tc>
        <w:tcPr>
          <w:tcW w:w="8505" w:type="dxa"/>
        </w:tcPr>
        <w:p w14:paraId="032469F4" w14:textId="77777777" w:rsidR="00EB6D25" w:rsidRPr="00A22592" w:rsidRDefault="00EB6D25" w:rsidP="00F422D3">
          <w:pPr>
            <w:pStyle w:val="Zpat0"/>
            <w:rPr>
              <w:b/>
              <w:sz w:val="14"/>
            </w:rPr>
          </w:pPr>
          <w:r w:rsidRPr="00A22592">
            <w:rPr>
              <w:b/>
              <w:sz w:val="14"/>
            </w:rPr>
            <w:t>SMLOUVA O DÍLO</w:t>
          </w:r>
        </w:p>
        <w:p w14:paraId="27015DE1" w14:textId="77777777" w:rsidR="00EB6D25" w:rsidRPr="00A22592" w:rsidRDefault="00EB6D25" w:rsidP="00F422D3">
          <w:pPr>
            <w:pStyle w:val="Zpat0"/>
            <w:rPr>
              <w:sz w:val="14"/>
            </w:rPr>
          </w:pPr>
          <w:r w:rsidRPr="00A22592">
            <w:rPr>
              <w:sz w:val="14"/>
            </w:rPr>
            <w:t>Zhotovení stavby</w:t>
          </w:r>
        </w:p>
        <w:p w14:paraId="7A7B48F8" w14:textId="308CEFB3" w:rsidR="00EB6D25" w:rsidRPr="00A22592" w:rsidRDefault="00EB6D25" w:rsidP="00F422D3">
          <w:pPr>
            <w:pStyle w:val="Zpat0"/>
            <w:rPr>
              <w:sz w:val="14"/>
            </w:rPr>
          </w:pPr>
          <w:r w:rsidRPr="006E6212">
            <w:rPr>
              <w:sz w:val="14"/>
            </w:rPr>
            <w:t>Malé Svatoňovice, Slatiňany, Třebovice, Václavice – demolice (strážní domky, provozní objekty)</w:t>
          </w:r>
        </w:p>
      </w:tc>
    </w:tr>
  </w:tbl>
  <w:p w14:paraId="53C93338" w14:textId="77777777" w:rsidR="00EB6D25" w:rsidRPr="00B8518B" w:rsidRDefault="00EB6D2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EB6D25" w:rsidRPr="00B8518B" w:rsidRDefault="00EB6D25" w:rsidP="00460660">
    <w:pPr>
      <w:pStyle w:val="Zpat"/>
      <w:rPr>
        <w:sz w:val="2"/>
        <w:szCs w:val="2"/>
      </w:rPr>
    </w:pPr>
  </w:p>
  <w:p w14:paraId="79482BEC" w14:textId="77777777" w:rsidR="00EB6D25" w:rsidRPr="00460660" w:rsidRDefault="00EB6D2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6D25" w:rsidRPr="00A22592" w14:paraId="22AF6DD5" w14:textId="77777777" w:rsidTr="00EB46E5">
      <w:tc>
        <w:tcPr>
          <w:tcW w:w="1361" w:type="dxa"/>
          <w:tcMar>
            <w:left w:w="0" w:type="dxa"/>
            <w:right w:w="0" w:type="dxa"/>
          </w:tcMar>
          <w:vAlign w:val="bottom"/>
        </w:tcPr>
        <w:p w14:paraId="608A442B" w14:textId="77777777" w:rsidR="00EB6D25" w:rsidRPr="00B8518B" w:rsidRDefault="00EB6D25" w:rsidP="00502690">
          <w:pPr>
            <w:pStyle w:val="Zpat"/>
            <w:jc w:val="right"/>
            <w:rPr>
              <w:rStyle w:val="slostrnky"/>
            </w:rPr>
          </w:pPr>
        </w:p>
      </w:tc>
      <w:tc>
        <w:tcPr>
          <w:tcW w:w="284" w:type="dxa"/>
          <w:shd w:val="clear" w:color="auto" w:fill="auto"/>
          <w:tcMar>
            <w:left w:w="0" w:type="dxa"/>
            <w:right w:w="0" w:type="dxa"/>
          </w:tcMar>
        </w:tcPr>
        <w:p w14:paraId="336607A1" w14:textId="77777777" w:rsidR="00EB6D25" w:rsidRDefault="00EB6D25" w:rsidP="00B8518B">
          <w:pPr>
            <w:pStyle w:val="Zpat"/>
          </w:pPr>
        </w:p>
      </w:tc>
      <w:tc>
        <w:tcPr>
          <w:tcW w:w="425" w:type="dxa"/>
          <w:shd w:val="clear" w:color="auto" w:fill="auto"/>
          <w:tcMar>
            <w:left w:w="0" w:type="dxa"/>
            <w:right w:w="0" w:type="dxa"/>
          </w:tcMar>
        </w:tcPr>
        <w:p w14:paraId="6C3F7571" w14:textId="77777777" w:rsidR="00EB6D25" w:rsidRDefault="00EB6D25" w:rsidP="00B8518B">
          <w:pPr>
            <w:pStyle w:val="Zpat"/>
          </w:pPr>
        </w:p>
      </w:tc>
      <w:tc>
        <w:tcPr>
          <w:tcW w:w="8505" w:type="dxa"/>
        </w:tcPr>
        <w:p w14:paraId="5989549A" w14:textId="77777777" w:rsidR="00EB6D25" w:rsidRPr="00A22592" w:rsidRDefault="00EB6D25" w:rsidP="00F422D3">
          <w:pPr>
            <w:pStyle w:val="Zpat0"/>
            <w:rPr>
              <w:b/>
              <w:sz w:val="14"/>
            </w:rPr>
          </w:pPr>
          <w:r>
            <w:rPr>
              <w:b/>
              <w:sz w:val="14"/>
            </w:rPr>
            <w:t>SMLOUVA O DÍLO</w:t>
          </w:r>
        </w:p>
        <w:p w14:paraId="047F8F29" w14:textId="77777777" w:rsidR="00EB6D25" w:rsidRPr="00A22592" w:rsidRDefault="00EB6D25" w:rsidP="00F95FBD">
          <w:pPr>
            <w:pStyle w:val="Zpat0"/>
            <w:rPr>
              <w:sz w:val="14"/>
            </w:rPr>
          </w:pPr>
          <w:r w:rsidRPr="00A22592">
            <w:rPr>
              <w:sz w:val="14"/>
            </w:rPr>
            <w:t>Zhotovení stavby</w:t>
          </w:r>
        </w:p>
        <w:p w14:paraId="2CA3CAFF" w14:textId="2D27D999" w:rsidR="00EB6D25" w:rsidRPr="00A22592" w:rsidRDefault="00EB6D25" w:rsidP="00F95FBD">
          <w:pPr>
            <w:pStyle w:val="Zpat0"/>
            <w:rPr>
              <w:sz w:val="14"/>
            </w:rPr>
          </w:pPr>
          <w:r w:rsidRPr="006E6212">
            <w:rPr>
              <w:sz w:val="14"/>
            </w:rPr>
            <w:t>Malé Svatoňovice, Slatiňany, Třebovice, Václavice – demolice (strážní domky, provozní objekty)</w:t>
          </w:r>
        </w:p>
      </w:tc>
    </w:tr>
  </w:tbl>
  <w:p w14:paraId="3F154C03" w14:textId="77777777" w:rsidR="00EB6D25" w:rsidRPr="00B8518B" w:rsidRDefault="00EB6D2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EB6D25" w:rsidRPr="008F58C3" w:rsidRDefault="00EB6D25">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A7A026" w14:textId="77777777" w:rsidR="00F768D1" w:rsidRDefault="00F768D1" w:rsidP="00962258">
      <w:pPr>
        <w:spacing w:after="0" w:line="240" w:lineRule="auto"/>
      </w:pPr>
      <w:r>
        <w:separator/>
      </w:r>
    </w:p>
  </w:footnote>
  <w:footnote w:type="continuationSeparator" w:id="0">
    <w:p w14:paraId="49095F08" w14:textId="77777777" w:rsidR="00F768D1" w:rsidRDefault="00F768D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6D25" w14:paraId="5D031E28" w14:textId="77777777" w:rsidTr="00C02D0A">
      <w:trPr>
        <w:trHeight w:hRule="exact" w:val="454"/>
      </w:trPr>
      <w:tc>
        <w:tcPr>
          <w:tcW w:w="1361" w:type="dxa"/>
          <w:tcMar>
            <w:top w:w="57" w:type="dxa"/>
            <w:left w:w="0" w:type="dxa"/>
            <w:right w:w="0" w:type="dxa"/>
          </w:tcMar>
        </w:tcPr>
        <w:p w14:paraId="4489E32C" w14:textId="77777777" w:rsidR="00EB6D25" w:rsidRPr="00B8518B" w:rsidRDefault="00EB6D25" w:rsidP="00523EA7">
          <w:pPr>
            <w:pStyle w:val="Zpat"/>
            <w:rPr>
              <w:rStyle w:val="slostrnky"/>
            </w:rPr>
          </w:pPr>
        </w:p>
      </w:tc>
      <w:tc>
        <w:tcPr>
          <w:tcW w:w="3458" w:type="dxa"/>
          <w:shd w:val="clear" w:color="auto" w:fill="auto"/>
          <w:tcMar>
            <w:top w:w="57" w:type="dxa"/>
            <w:left w:w="0" w:type="dxa"/>
            <w:right w:w="0" w:type="dxa"/>
          </w:tcMar>
        </w:tcPr>
        <w:p w14:paraId="78DCDEDB" w14:textId="77777777" w:rsidR="00EB6D25" w:rsidRDefault="00EB6D25" w:rsidP="00523EA7">
          <w:pPr>
            <w:pStyle w:val="Zpat"/>
          </w:pPr>
        </w:p>
      </w:tc>
      <w:tc>
        <w:tcPr>
          <w:tcW w:w="5698" w:type="dxa"/>
          <w:shd w:val="clear" w:color="auto" w:fill="auto"/>
          <w:tcMar>
            <w:top w:w="57" w:type="dxa"/>
            <w:left w:w="0" w:type="dxa"/>
            <w:right w:w="0" w:type="dxa"/>
          </w:tcMar>
        </w:tcPr>
        <w:p w14:paraId="4C5E6986" w14:textId="77777777" w:rsidR="00EB6D25" w:rsidRPr="00D6163D" w:rsidRDefault="00EB6D25" w:rsidP="00D6163D">
          <w:pPr>
            <w:pStyle w:val="Druhdokumentu"/>
          </w:pPr>
        </w:p>
      </w:tc>
    </w:tr>
  </w:tbl>
  <w:p w14:paraId="5BA8D49F" w14:textId="77777777" w:rsidR="00EB6D25" w:rsidRPr="00D6163D" w:rsidRDefault="00EB6D2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B6D25" w14:paraId="384D7FDA" w14:textId="77777777" w:rsidTr="00B22106">
      <w:trPr>
        <w:trHeight w:hRule="exact" w:val="936"/>
      </w:trPr>
      <w:tc>
        <w:tcPr>
          <w:tcW w:w="1361" w:type="dxa"/>
          <w:tcMar>
            <w:left w:w="0" w:type="dxa"/>
            <w:right w:w="0" w:type="dxa"/>
          </w:tcMar>
        </w:tcPr>
        <w:p w14:paraId="78661BD7" w14:textId="77777777" w:rsidR="00EB6D25" w:rsidRPr="00B8518B" w:rsidRDefault="00EB6D25" w:rsidP="00FC6389">
          <w:pPr>
            <w:pStyle w:val="Zpat"/>
            <w:rPr>
              <w:rStyle w:val="slostrnky"/>
            </w:rPr>
          </w:pPr>
        </w:p>
      </w:tc>
      <w:tc>
        <w:tcPr>
          <w:tcW w:w="3458" w:type="dxa"/>
          <w:shd w:val="clear" w:color="auto" w:fill="auto"/>
          <w:tcMar>
            <w:left w:w="0" w:type="dxa"/>
            <w:right w:w="0" w:type="dxa"/>
          </w:tcMar>
        </w:tcPr>
        <w:p w14:paraId="0046FBB3" w14:textId="77777777" w:rsidR="00EB6D25" w:rsidRDefault="00EB6D25" w:rsidP="00FC6389">
          <w:pPr>
            <w:pStyle w:val="Zpat"/>
          </w:pPr>
        </w:p>
      </w:tc>
      <w:tc>
        <w:tcPr>
          <w:tcW w:w="5756" w:type="dxa"/>
          <w:shd w:val="clear" w:color="auto" w:fill="auto"/>
          <w:tcMar>
            <w:left w:w="0" w:type="dxa"/>
            <w:right w:w="0" w:type="dxa"/>
          </w:tcMar>
        </w:tcPr>
        <w:p w14:paraId="3E32A76B" w14:textId="77777777" w:rsidR="00EB6D25" w:rsidRPr="00D6163D" w:rsidRDefault="00EB6D25" w:rsidP="00FC6389">
          <w:pPr>
            <w:pStyle w:val="Druhdokumentu"/>
          </w:pPr>
        </w:p>
      </w:tc>
    </w:tr>
    <w:tr w:rsidR="00EB6D25" w14:paraId="1C69BDF4" w14:textId="77777777" w:rsidTr="00B22106">
      <w:trPr>
        <w:trHeight w:hRule="exact" w:val="936"/>
      </w:trPr>
      <w:tc>
        <w:tcPr>
          <w:tcW w:w="1361" w:type="dxa"/>
          <w:tcMar>
            <w:left w:w="0" w:type="dxa"/>
            <w:right w:w="0" w:type="dxa"/>
          </w:tcMar>
        </w:tcPr>
        <w:p w14:paraId="102E971B" w14:textId="77777777" w:rsidR="00EB6D25" w:rsidRPr="00B8518B" w:rsidRDefault="00EB6D25" w:rsidP="00FC6389">
          <w:pPr>
            <w:pStyle w:val="Zpat"/>
            <w:rPr>
              <w:rStyle w:val="slostrnky"/>
            </w:rPr>
          </w:pPr>
        </w:p>
      </w:tc>
      <w:tc>
        <w:tcPr>
          <w:tcW w:w="3458" w:type="dxa"/>
          <w:shd w:val="clear" w:color="auto" w:fill="auto"/>
          <w:tcMar>
            <w:left w:w="0" w:type="dxa"/>
            <w:right w:w="0" w:type="dxa"/>
          </w:tcMar>
        </w:tcPr>
        <w:p w14:paraId="6667902B" w14:textId="77777777" w:rsidR="00EB6D25" w:rsidRDefault="00EB6D25" w:rsidP="00FC6389">
          <w:pPr>
            <w:pStyle w:val="Zpat"/>
          </w:pPr>
        </w:p>
      </w:tc>
      <w:tc>
        <w:tcPr>
          <w:tcW w:w="5756" w:type="dxa"/>
          <w:shd w:val="clear" w:color="auto" w:fill="auto"/>
          <w:tcMar>
            <w:left w:w="0" w:type="dxa"/>
            <w:right w:w="0" w:type="dxa"/>
          </w:tcMar>
        </w:tcPr>
        <w:p w14:paraId="2E12A5A7" w14:textId="77777777" w:rsidR="00EB6D25" w:rsidRPr="00D6163D" w:rsidRDefault="00EB6D25" w:rsidP="00FC6389">
          <w:pPr>
            <w:pStyle w:val="Druhdokumentu"/>
          </w:pPr>
        </w:p>
      </w:tc>
    </w:tr>
  </w:tbl>
  <w:p w14:paraId="1FA8FBA8" w14:textId="77777777" w:rsidR="00EB6D25" w:rsidRPr="00D6163D" w:rsidRDefault="00EB6D25"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EB6D25" w:rsidRPr="00460660" w:rsidRDefault="00EB6D2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6D25" w14:paraId="692406C5" w14:textId="77777777" w:rsidTr="00C02D0A">
      <w:trPr>
        <w:trHeight w:hRule="exact" w:val="454"/>
      </w:trPr>
      <w:tc>
        <w:tcPr>
          <w:tcW w:w="1361" w:type="dxa"/>
          <w:tcMar>
            <w:top w:w="57" w:type="dxa"/>
            <w:left w:w="0" w:type="dxa"/>
            <w:right w:w="0" w:type="dxa"/>
          </w:tcMar>
        </w:tcPr>
        <w:p w14:paraId="3ED70212" w14:textId="77777777" w:rsidR="00EB6D25" w:rsidRPr="00B8518B" w:rsidRDefault="00EB6D25" w:rsidP="00523EA7">
          <w:pPr>
            <w:pStyle w:val="Zpat"/>
            <w:rPr>
              <w:rStyle w:val="slostrnky"/>
            </w:rPr>
          </w:pPr>
        </w:p>
      </w:tc>
      <w:tc>
        <w:tcPr>
          <w:tcW w:w="3458" w:type="dxa"/>
          <w:shd w:val="clear" w:color="auto" w:fill="auto"/>
          <w:tcMar>
            <w:top w:w="57" w:type="dxa"/>
            <w:left w:w="0" w:type="dxa"/>
            <w:right w:w="0" w:type="dxa"/>
          </w:tcMar>
        </w:tcPr>
        <w:p w14:paraId="59774E18" w14:textId="77777777" w:rsidR="00EB6D25" w:rsidRDefault="00EB6D25" w:rsidP="00523EA7">
          <w:pPr>
            <w:pStyle w:val="Zpat"/>
          </w:pPr>
        </w:p>
      </w:tc>
      <w:tc>
        <w:tcPr>
          <w:tcW w:w="5698" w:type="dxa"/>
          <w:shd w:val="clear" w:color="auto" w:fill="auto"/>
          <w:tcMar>
            <w:top w:w="57" w:type="dxa"/>
            <w:left w:w="0" w:type="dxa"/>
            <w:right w:w="0" w:type="dxa"/>
          </w:tcMar>
        </w:tcPr>
        <w:p w14:paraId="50FBDB97" w14:textId="77777777" w:rsidR="00EB6D25" w:rsidRPr="00D6163D" w:rsidRDefault="00EB6D25" w:rsidP="00D6163D">
          <w:pPr>
            <w:pStyle w:val="Druhdokumentu"/>
          </w:pPr>
        </w:p>
      </w:tc>
    </w:tr>
  </w:tbl>
  <w:p w14:paraId="2624A862" w14:textId="77777777" w:rsidR="00EB6D25" w:rsidRPr="00D6163D" w:rsidRDefault="00EB6D2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6D25" w14:paraId="7E53CC94" w14:textId="77777777" w:rsidTr="00C02D0A">
      <w:trPr>
        <w:trHeight w:hRule="exact" w:val="454"/>
      </w:trPr>
      <w:tc>
        <w:tcPr>
          <w:tcW w:w="1361" w:type="dxa"/>
          <w:tcMar>
            <w:top w:w="57" w:type="dxa"/>
            <w:left w:w="0" w:type="dxa"/>
            <w:right w:w="0" w:type="dxa"/>
          </w:tcMar>
        </w:tcPr>
        <w:p w14:paraId="5B1C5B69" w14:textId="77777777" w:rsidR="00EB6D25" w:rsidRPr="00B8518B" w:rsidRDefault="00EB6D25" w:rsidP="00523EA7">
          <w:pPr>
            <w:pStyle w:val="Zpat"/>
            <w:rPr>
              <w:rStyle w:val="slostrnky"/>
            </w:rPr>
          </w:pPr>
        </w:p>
      </w:tc>
      <w:tc>
        <w:tcPr>
          <w:tcW w:w="3458" w:type="dxa"/>
          <w:shd w:val="clear" w:color="auto" w:fill="auto"/>
          <w:tcMar>
            <w:top w:w="57" w:type="dxa"/>
            <w:left w:w="0" w:type="dxa"/>
            <w:right w:w="0" w:type="dxa"/>
          </w:tcMar>
        </w:tcPr>
        <w:p w14:paraId="69EBB16B" w14:textId="77777777" w:rsidR="00EB6D25" w:rsidRDefault="00EB6D25" w:rsidP="00523EA7">
          <w:pPr>
            <w:pStyle w:val="Zpat"/>
          </w:pPr>
        </w:p>
      </w:tc>
      <w:tc>
        <w:tcPr>
          <w:tcW w:w="5698" w:type="dxa"/>
          <w:shd w:val="clear" w:color="auto" w:fill="auto"/>
          <w:tcMar>
            <w:top w:w="57" w:type="dxa"/>
            <w:left w:w="0" w:type="dxa"/>
            <w:right w:w="0" w:type="dxa"/>
          </w:tcMar>
        </w:tcPr>
        <w:p w14:paraId="120253C1" w14:textId="77777777" w:rsidR="00EB6D25" w:rsidRPr="00D6163D" w:rsidRDefault="00EB6D25" w:rsidP="00D6163D">
          <w:pPr>
            <w:pStyle w:val="Druhdokumentu"/>
          </w:pPr>
        </w:p>
      </w:tc>
    </w:tr>
  </w:tbl>
  <w:p w14:paraId="6FDC562E" w14:textId="77777777" w:rsidR="00EB6D25" w:rsidRPr="00D6163D" w:rsidRDefault="00EB6D2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6D25" w14:paraId="46017BCD" w14:textId="77777777" w:rsidTr="00C02D0A">
      <w:trPr>
        <w:trHeight w:hRule="exact" w:val="454"/>
      </w:trPr>
      <w:tc>
        <w:tcPr>
          <w:tcW w:w="1361" w:type="dxa"/>
          <w:tcMar>
            <w:top w:w="57" w:type="dxa"/>
            <w:left w:w="0" w:type="dxa"/>
            <w:right w:w="0" w:type="dxa"/>
          </w:tcMar>
        </w:tcPr>
        <w:p w14:paraId="3D3A857B" w14:textId="77777777" w:rsidR="00EB6D25" w:rsidRPr="00B8518B" w:rsidRDefault="00EB6D25" w:rsidP="00523EA7">
          <w:pPr>
            <w:pStyle w:val="Zpat"/>
            <w:rPr>
              <w:rStyle w:val="slostrnky"/>
            </w:rPr>
          </w:pPr>
        </w:p>
      </w:tc>
      <w:tc>
        <w:tcPr>
          <w:tcW w:w="3458" w:type="dxa"/>
          <w:shd w:val="clear" w:color="auto" w:fill="auto"/>
          <w:tcMar>
            <w:top w:w="57" w:type="dxa"/>
            <w:left w:w="0" w:type="dxa"/>
            <w:right w:w="0" w:type="dxa"/>
          </w:tcMar>
        </w:tcPr>
        <w:p w14:paraId="091F922F" w14:textId="77777777" w:rsidR="00EB6D25" w:rsidRDefault="00EB6D25" w:rsidP="00523EA7">
          <w:pPr>
            <w:pStyle w:val="Zpat"/>
          </w:pPr>
        </w:p>
      </w:tc>
      <w:tc>
        <w:tcPr>
          <w:tcW w:w="5698" w:type="dxa"/>
          <w:shd w:val="clear" w:color="auto" w:fill="auto"/>
          <w:tcMar>
            <w:top w:w="57" w:type="dxa"/>
            <w:left w:w="0" w:type="dxa"/>
            <w:right w:w="0" w:type="dxa"/>
          </w:tcMar>
        </w:tcPr>
        <w:p w14:paraId="1B37C807" w14:textId="77777777" w:rsidR="00EB6D25" w:rsidRPr="00D6163D" w:rsidRDefault="00EB6D25" w:rsidP="00D6163D">
          <w:pPr>
            <w:pStyle w:val="Druhdokumentu"/>
          </w:pPr>
        </w:p>
      </w:tc>
    </w:tr>
  </w:tbl>
  <w:p w14:paraId="41F73759" w14:textId="77777777" w:rsidR="00EB6D25" w:rsidRPr="00D6163D" w:rsidRDefault="00EB6D2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6D25" w14:paraId="1A796983" w14:textId="77777777" w:rsidTr="00C02D0A">
      <w:trPr>
        <w:trHeight w:hRule="exact" w:val="454"/>
      </w:trPr>
      <w:tc>
        <w:tcPr>
          <w:tcW w:w="1361" w:type="dxa"/>
          <w:tcMar>
            <w:top w:w="57" w:type="dxa"/>
            <w:left w:w="0" w:type="dxa"/>
            <w:right w:w="0" w:type="dxa"/>
          </w:tcMar>
        </w:tcPr>
        <w:p w14:paraId="2C49E13B" w14:textId="77777777" w:rsidR="00EB6D25" w:rsidRPr="00B8518B" w:rsidRDefault="00EB6D25" w:rsidP="00523EA7">
          <w:pPr>
            <w:pStyle w:val="Zpat"/>
            <w:rPr>
              <w:rStyle w:val="slostrnky"/>
            </w:rPr>
          </w:pPr>
        </w:p>
      </w:tc>
      <w:tc>
        <w:tcPr>
          <w:tcW w:w="3458" w:type="dxa"/>
          <w:shd w:val="clear" w:color="auto" w:fill="auto"/>
          <w:tcMar>
            <w:top w:w="57" w:type="dxa"/>
            <w:left w:w="0" w:type="dxa"/>
            <w:right w:w="0" w:type="dxa"/>
          </w:tcMar>
        </w:tcPr>
        <w:p w14:paraId="29525732" w14:textId="77777777" w:rsidR="00EB6D25" w:rsidRDefault="00EB6D25" w:rsidP="00523EA7">
          <w:pPr>
            <w:pStyle w:val="Zpat"/>
          </w:pPr>
        </w:p>
      </w:tc>
      <w:tc>
        <w:tcPr>
          <w:tcW w:w="5698" w:type="dxa"/>
          <w:shd w:val="clear" w:color="auto" w:fill="auto"/>
          <w:tcMar>
            <w:top w:w="57" w:type="dxa"/>
            <w:left w:w="0" w:type="dxa"/>
            <w:right w:w="0" w:type="dxa"/>
          </w:tcMar>
        </w:tcPr>
        <w:p w14:paraId="56E7ECEF" w14:textId="77777777" w:rsidR="00EB6D25" w:rsidRPr="00D6163D" w:rsidRDefault="00EB6D25" w:rsidP="00D6163D">
          <w:pPr>
            <w:pStyle w:val="Druhdokumentu"/>
          </w:pPr>
        </w:p>
      </w:tc>
    </w:tr>
  </w:tbl>
  <w:p w14:paraId="3ED19484" w14:textId="77777777" w:rsidR="00EB6D25" w:rsidRPr="00D6163D" w:rsidRDefault="00EB6D2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10"/>
  </w:num>
  <w:num w:numId="6">
    <w:abstractNumId w:val="0"/>
  </w:num>
  <w:num w:numId="7">
    <w:abstractNumId w:val="6"/>
  </w:num>
  <w:num w:numId="8">
    <w:abstractNumId w:val="10"/>
  </w:num>
  <w:num w:numId="9">
    <w:abstractNumId w:val="11"/>
  </w:num>
  <w:num w:numId="10">
    <w:abstractNumId w:val="0"/>
  </w:num>
  <w:num w:numId="11">
    <w:abstractNumId w:val="3"/>
  </w:num>
  <w:num w:numId="12">
    <w:abstractNumId w:val="13"/>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2"/>
  </w:num>
  <w:num w:numId="23">
    <w:abstractNumId w:val="0"/>
  </w:num>
  <w:num w:numId="2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81405"/>
    <w:rsid w:val="000B16A1"/>
    <w:rsid w:val="000B333D"/>
    <w:rsid w:val="000B4EB8"/>
    <w:rsid w:val="000B6107"/>
    <w:rsid w:val="000C41F2"/>
    <w:rsid w:val="000C785B"/>
    <w:rsid w:val="000D22C4"/>
    <w:rsid w:val="000D27D1"/>
    <w:rsid w:val="000E0CC3"/>
    <w:rsid w:val="000E1A7F"/>
    <w:rsid w:val="000E4714"/>
    <w:rsid w:val="000F3947"/>
    <w:rsid w:val="00103401"/>
    <w:rsid w:val="00112864"/>
    <w:rsid w:val="00114472"/>
    <w:rsid w:val="00114988"/>
    <w:rsid w:val="00115069"/>
    <w:rsid w:val="001150F2"/>
    <w:rsid w:val="00120115"/>
    <w:rsid w:val="00135ABA"/>
    <w:rsid w:val="00143EC0"/>
    <w:rsid w:val="001543F7"/>
    <w:rsid w:val="001554C7"/>
    <w:rsid w:val="001623B8"/>
    <w:rsid w:val="001656A2"/>
    <w:rsid w:val="00165977"/>
    <w:rsid w:val="00165A92"/>
    <w:rsid w:val="00170EC5"/>
    <w:rsid w:val="001747C1"/>
    <w:rsid w:val="00177D6B"/>
    <w:rsid w:val="001821EF"/>
    <w:rsid w:val="001913F8"/>
    <w:rsid w:val="00191A70"/>
    <w:rsid w:val="00191F90"/>
    <w:rsid w:val="0019261C"/>
    <w:rsid w:val="001B4E74"/>
    <w:rsid w:val="001B6480"/>
    <w:rsid w:val="001C2090"/>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4C3E"/>
    <w:rsid w:val="00226998"/>
    <w:rsid w:val="002329ED"/>
    <w:rsid w:val="002350C1"/>
    <w:rsid w:val="00236CEB"/>
    <w:rsid w:val="00240B81"/>
    <w:rsid w:val="00247D01"/>
    <w:rsid w:val="00261A5B"/>
    <w:rsid w:val="00262E5B"/>
    <w:rsid w:val="00276AFE"/>
    <w:rsid w:val="00281F25"/>
    <w:rsid w:val="00293E2C"/>
    <w:rsid w:val="002A204D"/>
    <w:rsid w:val="002A2353"/>
    <w:rsid w:val="002A3B57"/>
    <w:rsid w:val="002A5468"/>
    <w:rsid w:val="002B7098"/>
    <w:rsid w:val="002B7828"/>
    <w:rsid w:val="002C1451"/>
    <w:rsid w:val="002C31BF"/>
    <w:rsid w:val="002C7A28"/>
    <w:rsid w:val="002D536A"/>
    <w:rsid w:val="002D7FD6"/>
    <w:rsid w:val="002E052B"/>
    <w:rsid w:val="002E0CD7"/>
    <w:rsid w:val="002E0CFB"/>
    <w:rsid w:val="002E44D7"/>
    <w:rsid w:val="002E56D8"/>
    <w:rsid w:val="002E5C7B"/>
    <w:rsid w:val="002E7B0B"/>
    <w:rsid w:val="002F1F96"/>
    <w:rsid w:val="002F212B"/>
    <w:rsid w:val="002F39E1"/>
    <w:rsid w:val="002F4333"/>
    <w:rsid w:val="002F5D16"/>
    <w:rsid w:val="00322059"/>
    <w:rsid w:val="00322842"/>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56E"/>
    <w:rsid w:val="003E0077"/>
    <w:rsid w:val="003E058F"/>
    <w:rsid w:val="003E3C73"/>
    <w:rsid w:val="003E420D"/>
    <w:rsid w:val="003E4C13"/>
    <w:rsid w:val="003F301F"/>
    <w:rsid w:val="00405C34"/>
    <w:rsid w:val="004078F3"/>
    <w:rsid w:val="00412B04"/>
    <w:rsid w:val="0042084B"/>
    <w:rsid w:val="0042271B"/>
    <w:rsid w:val="00427794"/>
    <w:rsid w:val="00430DAC"/>
    <w:rsid w:val="00433BF6"/>
    <w:rsid w:val="00435254"/>
    <w:rsid w:val="00450F07"/>
    <w:rsid w:val="00453CD3"/>
    <w:rsid w:val="004563B6"/>
    <w:rsid w:val="00457F69"/>
    <w:rsid w:val="0046002F"/>
    <w:rsid w:val="00460187"/>
    <w:rsid w:val="00460660"/>
    <w:rsid w:val="0046246F"/>
    <w:rsid w:val="00462F00"/>
    <w:rsid w:val="004643B4"/>
    <w:rsid w:val="00464BA9"/>
    <w:rsid w:val="00471EBA"/>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0F7A"/>
    <w:rsid w:val="0053209D"/>
    <w:rsid w:val="005363B1"/>
    <w:rsid w:val="005406EB"/>
    <w:rsid w:val="0054077E"/>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5AAC"/>
    <w:rsid w:val="00595DEF"/>
    <w:rsid w:val="005A1F44"/>
    <w:rsid w:val="005B7A97"/>
    <w:rsid w:val="005C0D18"/>
    <w:rsid w:val="005C5A72"/>
    <w:rsid w:val="005D3C39"/>
    <w:rsid w:val="005D7861"/>
    <w:rsid w:val="005E4ABF"/>
    <w:rsid w:val="00601A8C"/>
    <w:rsid w:val="0061068E"/>
    <w:rsid w:val="006115D3"/>
    <w:rsid w:val="00613B98"/>
    <w:rsid w:val="00617595"/>
    <w:rsid w:val="0062111E"/>
    <w:rsid w:val="0062310B"/>
    <w:rsid w:val="00626A8A"/>
    <w:rsid w:val="00630EA6"/>
    <w:rsid w:val="00646CDE"/>
    <w:rsid w:val="00650D83"/>
    <w:rsid w:val="0065610E"/>
    <w:rsid w:val="006568B1"/>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B7B6B"/>
    <w:rsid w:val="006C0BB6"/>
    <w:rsid w:val="006C2343"/>
    <w:rsid w:val="006C442A"/>
    <w:rsid w:val="006C490F"/>
    <w:rsid w:val="006C5399"/>
    <w:rsid w:val="006D3D66"/>
    <w:rsid w:val="006D48EE"/>
    <w:rsid w:val="006D5FA9"/>
    <w:rsid w:val="006E0578"/>
    <w:rsid w:val="006E244B"/>
    <w:rsid w:val="006E314D"/>
    <w:rsid w:val="006E5B19"/>
    <w:rsid w:val="006E6212"/>
    <w:rsid w:val="006F3A32"/>
    <w:rsid w:val="006F552B"/>
    <w:rsid w:val="00700941"/>
    <w:rsid w:val="00710723"/>
    <w:rsid w:val="007145F3"/>
    <w:rsid w:val="00714771"/>
    <w:rsid w:val="00723836"/>
    <w:rsid w:val="00723ED1"/>
    <w:rsid w:val="0072498E"/>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330B"/>
    <w:rsid w:val="007B543D"/>
    <w:rsid w:val="007B570C"/>
    <w:rsid w:val="007C45BD"/>
    <w:rsid w:val="007C4689"/>
    <w:rsid w:val="007C5C3B"/>
    <w:rsid w:val="007C60A1"/>
    <w:rsid w:val="007E4A6E"/>
    <w:rsid w:val="007F56A7"/>
    <w:rsid w:val="00800851"/>
    <w:rsid w:val="00805BFF"/>
    <w:rsid w:val="00807DD0"/>
    <w:rsid w:val="00817E6B"/>
    <w:rsid w:val="00821D01"/>
    <w:rsid w:val="00826A73"/>
    <w:rsid w:val="00826B7B"/>
    <w:rsid w:val="008278E1"/>
    <w:rsid w:val="008372D7"/>
    <w:rsid w:val="008423EC"/>
    <w:rsid w:val="00846789"/>
    <w:rsid w:val="00853506"/>
    <w:rsid w:val="008559FD"/>
    <w:rsid w:val="00860ACC"/>
    <w:rsid w:val="00866994"/>
    <w:rsid w:val="0087489C"/>
    <w:rsid w:val="008804AE"/>
    <w:rsid w:val="00887E2C"/>
    <w:rsid w:val="00893D76"/>
    <w:rsid w:val="008972FA"/>
    <w:rsid w:val="008A3568"/>
    <w:rsid w:val="008A51E1"/>
    <w:rsid w:val="008B2A2E"/>
    <w:rsid w:val="008B4D60"/>
    <w:rsid w:val="008C15AA"/>
    <w:rsid w:val="008C1825"/>
    <w:rsid w:val="008C50F3"/>
    <w:rsid w:val="008C7EFE"/>
    <w:rsid w:val="008D03B9"/>
    <w:rsid w:val="008D30C7"/>
    <w:rsid w:val="008D59AA"/>
    <w:rsid w:val="008E5E08"/>
    <w:rsid w:val="008F18D6"/>
    <w:rsid w:val="008F2C9B"/>
    <w:rsid w:val="008F4BC1"/>
    <w:rsid w:val="008F58C3"/>
    <w:rsid w:val="008F797B"/>
    <w:rsid w:val="00904353"/>
    <w:rsid w:val="00904780"/>
    <w:rsid w:val="0090635B"/>
    <w:rsid w:val="00911BED"/>
    <w:rsid w:val="0091501C"/>
    <w:rsid w:val="00922385"/>
    <w:rsid w:val="009223DF"/>
    <w:rsid w:val="009252E4"/>
    <w:rsid w:val="00936091"/>
    <w:rsid w:val="009366A5"/>
    <w:rsid w:val="00940D8A"/>
    <w:rsid w:val="00940F66"/>
    <w:rsid w:val="00953A17"/>
    <w:rsid w:val="00962258"/>
    <w:rsid w:val="009678B5"/>
    <w:rsid w:val="009678B7"/>
    <w:rsid w:val="00992B9C"/>
    <w:rsid w:val="00992D9C"/>
    <w:rsid w:val="00996CB8"/>
    <w:rsid w:val="00996CF3"/>
    <w:rsid w:val="009A0C40"/>
    <w:rsid w:val="009A0EA9"/>
    <w:rsid w:val="009A162A"/>
    <w:rsid w:val="009B0ADC"/>
    <w:rsid w:val="009B2E97"/>
    <w:rsid w:val="009B3DF3"/>
    <w:rsid w:val="009B4201"/>
    <w:rsid w:val="009B5146"/>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40E"/>
    <w:rsid w:val="00A21A01"/>
    <w:rsid w:val="00A22592"/>
    <w:rsid w:val="00A375BB"/>
    <w:rsid w:val="00A44B98"/>
    <w:rsid w:val="00A50641"/>
    <w:rsid w:val="00A530BF"/>
    <w:rsid w:val="00A55317"/>
    <w:rsid w:val="00A559E9"/>
    <w:rsid w:val="00A6177B"/>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B0CA3"/>
    <w:rsid w:val="00AD056F"/>
    <w:rsid w:val="00AD0C7B"/>
    <w:rsid w:val="00AD0E93"/>
    <w:rsid w:val="00AD18F7"/>
    <w:rsid w:val="00AD5F1A"/>
    <w:rsid w:val="00AD6731"/>
    <w:rsid w:val="00AE34C1"/>
    <w:rsid w:val="00AE4254"/>
    <w:rsid w:val="00AF2182"/>
    <w:rsid w:val="00B008D5"/>
    <w:rsid w:val="00B01FCF"/>
    <w:rsid w:val="00B02F73"/>
    <w:rsid w:val="00B04D8D"/>
    <w:rsid w:val="00B05B31"/>
    <w:rsid w:val="00B0619F"/>
    <w:rsid w:val="00B074C5"/>
    <w:rsid w:val="00B13A26"/>
    <w:rsid w:val="00B15D0D"/>
    <w:rsid w:val="00B22106"/>
    <w:rsid w:val="00B25FE2"/>
    <w:rsid w:val="00B30DE7"/>
    <w:rsid w:val="00B33F6A"/>
    <w:rsid w:val="00B4297C"/>
    <w:rsid w:val="00B42F40"/>
    <w:rsid w:val="00B449BD"/>
    <w:rsid w:val="00B46948"/>
    <w:rsid w:val="00B47B19"/>
    <w:rsid w:val="00B5431A"/>
    <w:rsid w:val="00B56570"/>
    <w:rsid w:val="00B6406E"/>
    <w:rsid w:val="00B7298A"/>
    <w:rsid w:val="00B75EE1"/>
    <w:rsid w:val="00B77481"/>
    <w:rsid w:val="00B8417F"/>
    <w:rsid w:val="00B8518B"/>
    <w:rsid w:val="00B95561"/>
    <w:rsid w:val="00B955DF"/>
    <w:rsid w:val="00B968B2"/>
    <w:rsid w:val="00B97CC3"/>
    <w:rsid w:val="00BA17AE"/>
    <w:rsid w:val="00BA72E8"/>
    <w:rsid w:val="00BC06C4"/>
    <w:rsid w:val="00BD64B8"/>
    <w:rsid w:val="00BD7974"/>
    <w:rsid w:val="00BD7E91"/>
    <w:rsid w:val="00BD7F0D"/>
    <w:rsid w:val="00BE6886"/>
    <w:rsid w:val="00BF714C"/>
    <w:rsid w:val="00C02D0A"/>
    <w:rsid w:val="00C03769"/>
    <w:rsid w:val="00C03A6E"/>
    <w:rsid w:val="00C04C8C"/>
    <w:rsid w:val="00C06617"/>
    <w:rsid w:val="00C11B06"/>
    <w:rsid w:val="00C226C0"/>
    <w:rsid w:val="00C30DDE"/>
    <w:rsid w:val="00C34BFD"/>
    <w:rsid w:val="00C37459"/>
    <w:rsid w:val="00C37C47"/>
    <w:rsid w:val="00C37F6C"/>
    <w:rsid w:val="00C42FE6"/>
    <w:rsid w:val="00C44F6A"/>
    <w:rsid w:val="00C45470"/>
    <w:rsid w:val="00C55D08"/>
    <w:rsid w:val="00C6198E"/>
    <w:rsid w:val="00C65F2F"/>
    <w:rsid w:val="00C708EA"/>
    <w:rsid w:val="00C72129"/>
    <w:rsid w:val="00C7481D"/>
    <w:rsid w:val="00C778A5"/>
    <w:rsid w:val="00C9127D"/>
    <w:rsid w:val="00C92496"/>
    <w:rsid w:val="00C95162"/>
    <w:rsid w:val="00CA171F"/>
    <w:rsid w:val="00CA295E"/>
    <w:rsid w:val="00CA734E"/>
    <w:rsid w:val="00CB29EB"/>
    <w:rsid w:val="00CB4F6D"/>
    <w:rsid w:val="00CB6A37"/>
    <w:rsid w:val="00CB7684"/>
    <w:rsid w:val="00CC53E5"/>
    <w:rsid w:val="00CC7C8F"/>
    <w:rsid w:val="00CD1FC4"/>
    <w:rsid w:val="00CD6B53"/>
    <w:rsid w:val="00CE44E0"/>
    <w:rsid w:val="00CF3C6B"/>
    <w:rsid w:val="00D034A0"/>
    <w:rsid w:val="00D21061"/>
    <w:rsid w:val="00D22AF9"/>
    <w:rsid w:val="00D32554"/>
    <w:rsid w:val="00D40A8A"/>
    <w:rsid w:val="00D4108E"/>
    <w:rsid w:val="00D4328E"/>
    <w:rsid w:val="00D4758D"/>
    <w:rsid w:val="00D6163D"/>
    <w:rsid w:val="00D65992"/>
    <w:rsid w:val="00D73533"/>
    <w:rsid w:val="00D76F55"/>
    <w:rsid w:val="00D77605"/>
    <w:rsid w:val="00D80984"/>
    <w:rsid w:val="00D831A3"/>
    <w:rsid w:val="00D8376F"/>
    <w:rsid w:val="00D935B2"/>
    <w:rsid w:val="00D97BE3"/>
    <w:rsid w:val="00DA1F47"/>
    <w:rsid w:val="00DA3711"/>
    <w:rsid w:val="00DD1C6B"/>
    <w:rsid w:val="00DD46F3"/>
    <w:rsid w:val="00DE13E9"/>
    <w:rsid w:val="00DE50B4"/>
    <w:rsid w:val="00DE56F2"/>
    <w:rsid w:val="00DF116D"/>
    <w:rsid w:val="00DF4B6D"/>
    <w:rsid w:val="00DF52E0"/>
    <w:rsid w:val="00DF64E8"/>
    <w:rsid w:val="00E0319A"/>
    <w:rsid w:val="00E14606"/>
    <w:rsid w:val="00E16FF7"/>
    <w:rsid w:val="00E17188"/>
    <w:rsid w:val="00E26D68"/>
    <w:rsid w:val="00E32665"/>
    <w:rsid w:val="00E44045"/>
    <w:rsid w:val="00E463D2"/>
    <w:rsid w:val="00E51397"/>
    <w:rsid w:val="00E549B3"/>
    <w:rsid w:val="00E5692B"/>
    <w:rsid w:val="00E57FBE"/>
    <w:rsid w:val="00E618C4"/>
    <w:rsid w:val="00E62215"/>
    <w:rsid w:val="00E65D90"/>
    <w:rsid w:val="00E65EE7"/>
    <w:rsid w:val="00E70043"/>
    <w:rsid w:val="00E7415D"/>
    <w:rsid w:val="00E7453E"/>
    <w:rsid w:val="00E877FB"/>
    <w:rsid w:val="00E878EE"/>
    <w:rsid w:val="00E901A3"/>
    <w:rsid w:val="00E904F1"/>
    <w:rsid w:val="00E9267F"/>
    <w:rsid w:val="00E9697F"/>
    <w:rsid w:val="00EA23D9"/>
    <w:rsid w:val="00EA548B"/>
    <w:rsid w:val="00EA585B"/>
    <w:rsid w:val="00EA6EC7"/>
    <w:rsid w:val="00EB104F"/>
    <w:rsid w:val="00EB46E5"/>
    <w:rsid w:val="00EB676D"/>
    <w:rsid w:val="00EB6D25"/>
    <w:rsid w:val="00EC539D"/>
    <w:rsid w:val="00ED14BD"/>
    <w:rsid w:val="00ED29F1"/>
    <w:rsid w:val="00EF09AF"/>
    <w:rsid w:val="00EF33B0"/>
    <w:rsid w:val="00F016C7"/>
    <w:rsid w:val="00F03C88"/>
    <w:rsid w:val="00F12DEC"/>
    <w:rsid w:val="00F14C08"/>
    <w:rsid w:val="00F1715C"/>
    <w:rsid w:val="00F24489"/>
    <w:rsid w:val="00F310F8"/>
    <w:rsid w:val="00F340DA"/>
    <w:rsid w:val="00F35939"/>
    <w:rsid w:val="00F40CF6"/>
    <w:rsid w:val="00F422D3"/>
    <w:rsid w:val="00F45607"/>
    <w:rsid w:val="00F4722B"/>
    <w:rsid w:val="00F54432"/>
    <w:rsid w:val="00F609A6"/>
    <w:rsid w:val="00F6217F"/>
    <w:rsid w:val="00F659EB"/>
    <w:rsid w:val="00F70809"/>
    <w:rsid w:val="00F71A5D"/>
    <w:rsid w:val="00F762A8"/>
    <w:rsid w:val="00F768D1"/>
    <w:rsid w:val="00F82134"/>
    <w:rsid w:val="00F86BA6"/>
    <w:rsid w:val="00F87C8D"/>
    <w:rsid w:val="00F95FBD"/>
    <w:rsid w:val="00FB6115"/>
    <w:rsid w:val="00FB6342"/>
    <w:rsid w:val="00FB669C"/>
    <w:rsid w:val="00FC033A"/>
    <w:rsid w:val="00FC6389"/>
    <w:rsid w:val="00FD14D5"/>
    <w:rsid w:val="00FE6AEC"/>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31DECF22-E129-433A-BCD5-BC499811A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TotalTime>
  <Pages>25</Pages>
  <Words>6761</Words>
  <Characters>39895</Characters>
  <Application>Microsoft Office Word</Application>
  <DocSecurity>0</DocSecurity>
  <Lines>332</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5</cp:revision>
  <cp:lastPrinted>2022-06-30T06:33:00Z</cp:lastPrinted>
  <dcterms:created xsi:type="dcterms:W3CDTF">2022-06-28T11:15:00Z</dcterms:created>
  <dcterms:modified xsi:type="dcterms:W3CDTF">2022-06-30T07:24:00Z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